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Nzevakce"/>
          <w:b/>
        </w:rPr>
        <w:alias w:val="Název akce - propíše se do zápatí"/>
        <w:tag w:val="Název akce"/>
        <w:id w:val="1889687308"/>
        <w:placeholder>
          <w:docPart w:val="E165B60EC70F4AEFA7A33986211961A5"/>
        </w:placeholder>
        <w:text w:multiLine="1"/>
      </w:sdtPr>
      <w:sdtContent>
        <w:p w14:paraId="6369C310" w14:textId="3EACB6F5" w:rsidR="00B172EC" w:rsidRPr="0017695A" w:rsidRDefault="00B67332" w:rsidP="00352421">
          <w:pPr>
            <w:pStyle w:val="Titul2"/>
          </w:pPr>
          <w:r w:rsidRPr="00B67332" w:rsidDel="00F772C6">
            <w:rPr>
              <w:rStyle w:val="Nzevakce"/>
              <w:b/>
            </w:rPr>
            <w:t>„</w:t>
          </w:r>
          <w:r w:rsidRPr="00B67332">
            <w:rPr>
              <w:rStyle w:val="Nzevakce"/>
              <w:b/>
            </w:rPr>
            <w:t xml:space="preserve">Optimalizace trati </w:t>
          </w:r>
          <w:proofErr w:type="spellStart"/>
          <w:r w:rsidRPr="00B67332">
            <w:rPr>
              <w:rStyle w:val="Nzevakce"/>
              <w:b/>
            </w:rPr>
            <w:t>Odb</w:t>
          </w:r>
          <w:proofErr w:type="spellEnd"/>
          <w:r w:rsidRPr="00B67332">
            <w:rPr>
              <w:rStyle w:val="Nzevakce"/>
              <w:b/>
            </w:rPr>
            <w:t>. Berounka (včetně) – Karlštejn (včetně)“ - 1.etapa: Úprava TZZ v úseku Radotín –</w:t>
          </w:r>
          <w:r>
            <w:rPr>
              <w:rStyle w:val="Nzevakce"/>
              <w:b/>
            </w:rPr>
            <w:t xml:space="preserve"> </w:t>
          </w:r>
          <w:r w:rsidRPr="00B67332">
            <w:rPr>
              <w:rStyle w:val="Nzevakce"/>
              <w:b/>
            </w:rPr>
            <w:t xml:space="preserve">Dobřichovice </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E4009">
      <w:pPr>
        <w:pStyle w:val="Nadpisbezsl1-2"/>
        <w:ind w:left="1276"/>
      </w:pPr>
      <w:r>
        <w:t>1.1.2.4</w:t>
      </w:r>
      <w:r w:rsidR="009D228B">
        <w:tab/>
      </w:r>
      <w:r>
        <w:t>Jméno (název)</w:t>
      </w:r>
      <w:r w:rsidR="00582C15">
        <w:t xml:space="preserve"> a </w:t>
      </w:r>
      <w:r>
        <w:t>adresa Správce stavby</w:t>
      </w:r>
    </w:p>
    <w:p w14:paraId="0F59E55E" w14:textId="77777777" w:rsidR="00DA55E3" w:rsidRDefault="00DA55E3" w:rsidP="00DA55E3">
      <w:pPr>
        <w:pStyle w:val="PNTextbezodsazmezer"/>
      </w:pPr>
      <w:r>
        <w:t>František Kuchynka</w:t>
      </w:r>
    </w:p>
    <w:p w14:paraId="06C11288" w14:textId="77777777" w:rsidR="00DA55E3" w:rsidRDefault="00DA55E3" w:rsidP="00DA55E3">
      <w:pPr>
        <w:pStyle w:val="PNTextbezodsazmezer"/>
      </w:pPr>
      <w:r>
        <w:t>Správa železnic, státní organizace</w:t>
      </w:r>
    </w:p>
    <w:p w14:paraId="37F0948B" w14:textId="77777777" w:rsidR="00DA55E3" w:rsidRPr="0021288C" w:rsidRDefault="00DA55E3" w:rsidP="00DA55E3">
      <w:pPr>
        <w:pStyle w:val="PNTextbezodsazmezer"/>
      </w:pPr>
      <w:r w:rsidRPr="0021288C">
        <w:t>Stavební správa západ</w:t>
      </w:r>
    </w:p>
    <w:p w14:paraId="237F679F" w14:textId="77777777" w:rsidR="00DA55E3" w:rsidRPr="0021288C" w:rsidRDefault="00DA55E3" w:rsidP="00DA55E3">
      <w:pPr>
        <w:pStyle w:val="PNTextbezodsazmezer"/>
      </w:pPr>
      <w:r w:rsidRPr="0021288C">
        <w:t>Ke Štvanici 656/3, 186 00 Praha 8 – Karlín</w:t>
      </w:r>
    </w:p>
    <w:p w14:paraId="69B71168" w14:textId="77777777" w:rsidR="00DA55E3" w:rsidRPr="0021288C" w:rsidRDefault="00DA55E3" w:rsidP="00DA55E3">
      <w:pPr>
        <w:pStyle w:val="PNTextbezodsazmezer"/>
      </w:pPr>
      <w:r w:rsidRPr="0021288C">
        <w:t>Pracoviště:</w:t>
      </w:r>
      <w:r w:rsidRPr="0021288C">
        <w:rPr>
          <w:color w:val="FF6C26"/>
          <w:spacing w:val="-8"/>
          <w:sz w:val="21"/>
          <w:szCs w:val="21"/>
          <w:shd w:val="clear" w:color="auto" w:fill="FFFFFF"/>
        </w:rPr>
        <w:t xml:space="preserve"> </w:t>
      </w:r>
      <w:r w:rsidRPr="0021288C">
        <w:t>Nádražní 102/9, 326 00, Plzeň 2 - Východní Předměstí</w:t>
      </w:r>
    </w:p>
    <w:p w14:paraId="2F23AA09" w14:textId="77777777" w:rsidR="00DA55E3" w:rsidRPr="0021288C" w:rsidRDefault="00DA55E3" w:rsidP="00DA55E3">
      <w:pPr>
        <w:pStyle w:val="PNNadpis10bPod-l111"/>
        <w:spacing w:before="0" w:after="0" w:line="240" w:lineRule="auto"/>
        <w:rPr>
          <w:b w:val="0"/>
          <w:sz w:val="18"/>
          <w:szCs w:val="18"/>
        </w:rPr>
      </w:pPr>
      <w:r w:rsidRPr="0021288C">
        <w:rPr>
          <w:b w:val="0"/>
          <w:sz w:val="18"/>
          <w:szCs w:val="18"/>
        </w:rPr>
        <w:t>M +420 724 725 238</w:t>
      </w:r>
    </w:p>
    <w:p w14:paraId="063EDA4A" w14:textId="77777777" w:rsidR="00DA55E3" w:rsidRPr="0021288C" w:rsidRDefault="00DA55E3" w:rsidP="00DA55E3">
      <w:pPr>
        <w:pStyle w:val="PNNadpis10bPod-l111"/>
        <w:spacing w:before="0" w:after="0" w:line="240" w:lineRule="auto"/>
        <w:rPr>
          <w:b w:val="0"/>
          <w:bCs/>
        </w:rPr>
      </w:pPr>
      <w:r w:rsidRPr="0021288C">
        <w:rPr>
          <w:b w:val="0"/>
          <w:bCs/>
        </w:rPr>
        <w:t>E kuchynka@spravazeleznic.cz</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lastRenderedPageBreak/>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t>1.1.4.</w:t>
      </w:r>
      <w:r w:rsidRPr="002B06D2">
        <w:t>1</w:t>
      </w:r>
      <w:r w:rsidR="00730A60" w:rsidRPr="002B06D2">
        <w:t>7</w:t>
      </w:r>
      <w:r w:rsidR="009D228B">
        <w:tab/>
      </w:r>
      <w:r>
        <w:t>Faktura</w:t>
      </w:r>
    </w:p>
    <w:p w14:paraId="4EA625A6" w14:textId="77777777" w:rsidR="007B065A" w:rsidRDefault="002D7BD2" w:rsidP="002D7BD2">
      <w:pPr>
        <w:pStyle w:val="PNTextzkladn"/>
      </w:pPr>
      <w:bookmarkStart w:id="0" w:name="_Hlk135650157"/>
      <w:r>
        <w:t xml:space="preserve">Faktury budou vystavené v souladu s Právními předpisy. </w:t>
      </w:r>
    </w:p>
    <w:p w14:paraId="2A8054A5" w14:textId="77777777" w:rsidR="002D7BD2" w:rsidRDefault="002D7BD2" w:rsidP="002D7BD2">
      <w:pPr>
        <w:pStyle w:val="PNTextzkladn"/>
      </w:pPr>
      <w:bookmarkStart w:id="1" w:name="_Hlk135650207"/>
      <w:bookmarkEnd w:id="0"/>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1"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76DE921" w14:textId="3F245DA3" w:rsidR="00E43960" w:rsidRPr="00C659E8"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221ECBAD" w:rsidR="00F758FA" w:rsidRPr="005C0082" w:rsidRDefault="007108AA" w:rsidP="007108AA">
      <w:pPr>
        <w:spacing w:before="120" w:after="120" w:line="252" w:lineRule="auto"/>
        <w:ind w:left="993" w:hanging="993"/>
        <w:jc w:val="both"/>
        <w:rPr>
          <w:rFonts w:eastAsia="Times New Roman" w:cs="Times New Roman"/>
        </w:rPr>
      </w:pPr>
      <w:proofErr w:type="gramStart"/>
      <w:r>
        <w:rPr>
          <w:rFonts w:eastAsia="Times New Roman" w:cs="Times New Roman"/>
        </w:rPr>
        <w:t xml:space="preserve">1.1.4.20  </w:t>
      </w:r>
      <w:r w:rsidR="00F758FA" w:rsidRPr="005C0082">
        <w:rPr>
          <w:rFonts w:eastAsia="Times New Roman" w:cs="Times New Roman"/>
        </w:rPr>
        <w:t>„</w:t>
      </w:r>
      <w:proofErr w:type="gramEnd"/>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lastRenderedPageBreak/>
        <w:t>1.1.5.6</w:t>
      </w:r>
      <w:r w:rsidR="009D228B">
        <w:tab/>
      </w:r>
      <w:r>
        <w:t xml:space="preserve">Definice sekcí </w:t>
      </w:r>
    </w:p>
    <w:p w14:paraId="6790D310" w14:textId="77777777" w:rsidR="00C96E7C" w:rsidRDefault="00C96E7C" w:rsidP="00C732F0">
      <w:pPr>
        <w:pStyle w:val="Nadpistabulky"/>
        <w:jc w:val="both"/>
      </w:pPr>
      <w:r>
        <w:t xml:space="preserve">Specifikace jednotlivých Sekcí: </w:t>
      </w:r>
    </w:p>
    <w:tbl>
      <w:tblPr>
        <w:tblStyle w:val="Tabulka11"/>
        <w:tblW w:w="8809" w:type="dxa"/>
        <w:tblInd w:w="0" w:type="dxa"/>
        <w:tblLook w:val="04A0" w:firstRow="1" w:lastRow="0" w:firstColumn="1" w:lastColumn="0" w:noHBand="0" w:noVBand="1"/>
      </w:tblPr>
      <w:tblGrid>
        <w:gridCol w:w="2000"/>
        <w:gridCol w:w="4845"/>
        <w:gridCol w:w="1964"/>
      </w:tblGrid>
      <w:tr w:rsidR="00B735F1" w:rsidRPr="00860BFB" w14:paraId="1BB4DE60" w14:textId="77777777" w:rsidTr="0088473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0" w:type="dxa"/>
          </w:tcPr>
          <w:p w14:paraId="37FF9064" w14:textId="77777777" w:rsidR="00B735F1" w:rsidRPr="00860BFB" w:rsidRDefault="00B735F1" w:rsidP="00884730">
            <w:pPr>
              <w:pStyle w:val="Tabulka-7"/>
              <w:keepNext/>
              <w:rPr>
                <w:b/>
              </w:rPr>
            </w:pPr>
            <w:r w:rsidRPr="00860BFB">
              <w:rPr>
                <w:b/>
              </w:rPr>
              <w:t>Sekce</w:t>
            </w:r>
          </w:p>
        </w:tc>
        <w:tc>
          <w:tcPr>
            <w:tcW w:w="4845" w:type="dxa"/>
          </w:tcPr>
          <w:p w14:paraId="62532DE2" w14:textId="77777777" w:rsidR="00B735F1" w:rsidRPr="00860BFB" w:rsidRDefault="00B735F1" w:rsidP="00884730">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Činnosti</w:t>
            </w:r>
          </w:p>
        </w:tc>
        <w:tc>
          <w:tcPr>
            <w:tcW w:w="1964" w:type="dxa"/>
          </w:tcPr>
          <w:p w14:paraId="2C1423F9" w14:textId="77777777" w:rsidR="00B735F1" w:rsidRPr="00860BFB" w:rsidRDefault="00B735F1" w:rsidP="00884730">
            <w:pPr>
              <w:pStyle w:val="Tabulka-7"/>
              <w:cnfStyle w:val="100000000000" w:firstRow="1" w:lastRow="0" w:firstColumn="0" w:lastColumn="0" w:oddVBand="0" w:evenVBand="0" w:oddHBand="0" w:evenHBand="0" w:firstRowFirstColumn="0" w:firstRowLastColumn="0" w:lastRowFirstColumn="0" w:lastRowLastColumn="0"/>
              <w:rPr>
                <w:b/>
              </w:rPr>
            </w:pPr>
            <w:r w:rsidRPr="00860BFB">
              <w:rPr>
                <w:b/>
              </w:rPr>
              <w:t>Doba pro dokončení</w:t>
            </w:r>
          </w:p>
        </w:tc>
      </w:tr>
      <w:tr w:rsidR="00B735F1" w:rsidRPr="00860BFB" w14:paraId="72A5025A"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04C3D754" w14:textId="77777777" w:rsidR="00B735F1" w:rsidRPr="00860BFB" w:rsidRDefault="00B735F1" w:rsidP="00884730">
            <w:pPr>
              <w:pStyle w:val="Tabulka-7"/>
            </w:pPr>
            <w:r w:rsidRPr="00860BFB">
              <w:t>Sekce 1 (projekční část)</w:t>
            </w:r>
          </w:p>
        </w:tc>
        <w:tc>
          <w:tcPr>
            <w:tcW w:w="4845" w:type="dxa"/>
          </w:tcPr>
          <w:p w14:paraId="68286BCF" w14:textId="77777777" w:rsidR="00B735F1" w:rsidRPr="00860BFB" w:rsidRDefault="00B735F1" w:rsidP="00884730">
            <w:pPr>
              <w:pStyle w:val="Tabulka-7"/>
              <w:cnfStyle w:val="000000000000" w:firstRow="0" w:lastRow="0" w:firstColumn="0" w:lastColumn="0" w:oddVBand="0" w:evenVBand="0" w:oddHBand="0" w:evenHBand="0" w:firstRowFirstColumn="0" w:firstRowLastColumn="0" w:lastRowFirstColumn="0" w:lastRowLastColumn="0"/>
            </w:pPr>
            <w:r w:rsidRPr="00860BFB">
              <w:t>Zhotovení Dokumentace DUSL/DPS+PDPS a nabytí právní moci povolení záměru či jiného dokladu opravňujícího k zahájení zhotovení stavby</w:t>
            </w:r>
          </w:p>
        </w:tc>
        <w:tc>
          <w:tcPr>
            <w:tcW w:w="1964" w:type="dxa"/>
          </w:tcPr>
          <w:p w14:paraId="71BCCA2D" w14:textId="77777777" w:rsidR="00B735F1" w:rsidRPr="00860BFB" w:rsidRDefault="00B735F1" w:rsidP="00884730">
            <w:pPr>
              <w:pStyle w:val="Tabulka-7"/>
              <w:cnfStyle w:val="000000000000" w:firstRow="0" w:lastRow="0" w:firstColumn="0" w:lastColumn="0" w:oddVBand="0" w:evenVBand="0" w:oddHBand="0" w:evenHBand="0" w:firstRowFirstColumn="0" w:firstRowLastColumn="0" w:lastRowFirstColumn="0" w:lastRowLastColumn="0"/>
            </w:pPr>
            <w:r w:rsidRPr="00860BFB">
              <w:t xml:space="preserve">9 měsíců od Data zahájení prací </w:t>
            </w:r>
          </w:p>
        </w:tc>
      </w:tr>
      <w:tr w:rsidR="00B735F1" w:rsidRPr="00860BFB" w14:paraId="386FFCFF"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3F582703" w14:textId="77777777" w:rsidR="00B735F1" w:rsidRPr="00860BFB" w:rsidRDefault="00B735F1" w:rsidP="00884730">
            <w:pPr>
              <w:pStyle w:val="Tabulka-7"/>
            </w:pPr>
            <w:r w:rsidRPr="00860BFB">
              <w:t>Sekce 2 (stavební část)</w:t>
            </w:r>
          </w:p>
        </w:tc>
        <w:tc>
          <w:tcPr>
            <w:tcW w:w="4845" w:type="dxa"/>
          </w:tcPr>
          <w:p w14:paraId="33DD82B8" w14:textId="77777777" w:rsidR="00B735F1" w:rsidRPr="00860BFB" w:rsidRDefault="00B735F1" w:rsidP="00884730">
            <w:pPr>
              <w:pStyle w:val="Tabulka-7"/>
              <w:cnfStyle w:val="000000000000" w:firstRow="0" w:lastRow="0" w:firstColumn="0" w:lastColumn="0" w:oddVBand="0" w:evenVBand="0" w:oddHBand="0" w:evenHBand="0" w:firstRowFirstColumn="0" w:firstRowLastColumn="0" w:lastRowFirstColumn="0" w:lastRowLastColumn="0"/>
            </w:pPr>
            <w:r w:rsidRPr="00860BFB">
              <w:t>Zhotovení stavby včetně uvedení do Zkušebního provozu, kromě položek</w:t>
            </w:r>
            <w:r>
              <w:t xml:space="preserve"> 1, 2, a 3</w:t>
            </w:r>
            <w:r w:rsidRPr="00860BFB">
              <w:t xml:space="preserve"> objektu SO 98-98 Všeobecný objekt, které budou provedeny až po dokončení Sekce 2 </w:t>
            </w:r>
          </w:p>
        </w:tc>
        <w:tc>
          <w:tcPr>
            <w:tcW w:w="1964" w:type="dxa"/>
          </w:tcPr>
          <w:p w14:paraId="53ECA482" w14:textId="77777777" w:rsidR="00B735F1" w:rsidRPr="00860BFB" w:rsidRDefault="00B735F1" w:rsidP="00884730">
            <w:pPr>
              <w:pStyle w:val="Tabulka-7"/>
              <w:cnfStyle w:val="000000000000" w:firstRow="0" w:lastRow="0" w:firstColumn="0" w:lastColumn="0" w:oddVBand="0" w:evenVBand="0" w:oddHBand="0" w:evenHBand="0" w:firstRowFirstColumn="0" w:firstRowLastColumn="0" w:lastRowFirstColumn="0" w:lastRowLastColumn="0"/>
            </w:pPr>
            <w:r w:rsidRPr="00860BFB">
              <w:t>15 měsíců od Data zahájení prací</w:t>
            </w:r>
          </w:p>
        </w:tc>
      </w:tr>
      <w:tr w:rsidR="00B735F1" w:rsidRPr="00860BFB" w14:paraId="603734BA" w14:textId="77777777" w:rsidTr="00884730">
        <w:tc>
          <w:tcPr>
            <w:cnfStyle w:val="001000000000" w:firstRow="0" w:lastRow="0" w:firstColumn="1" w:lastColumn="0" w:oddVBand="0" w:evenVBand="0" w:oddHBand="0" w:evenHBand="0" w:firstRowFirstColumn="0" w:firstRowLastColumn="0" w:lastRowFirstColumn="0" w:lastRowLastColumn="0"/>
            <w:tcW w:w="2000" w:type="dxa"/>
          </w:tcPr>
          <w:p w14:paraId="3B49A073" w14:textId="77777777" w:rsidR="00B735F1" w:rsidRPr="00860BFB" w:rsidRDefault="00B735F1" w:rsidP="00884730">
            <w:pPr>
              <w:pStyle w:val="Tabulka-7"/>
            </w:pPr>
            <w:r w:rsidRPr="00860BFB">
              <w:t>Dokončení díla</w:t>
            </w:r>
          </w:p>
        </w:tc>
        <w:tc>
          <w:tcPr>
            <w:tcW w:w="4845" w:type="dxa"/>
          </w:tcPr>
          <w:p w14:paraId="129D1F24" w14:textId="77777777" w:rsidR="00B735F1" w:rsidRPr="00860BFB" w:rsidRDefault="00B735F1" w:rsidP="00884730">
            <w:pPr>
              <w:pStyle w:val="Tabulka-7"/>
              <w:cnfStyle w:val="000000000000" w:firstRow="0" w:lastRow="0" w:firstColumn="0" w:lastColumn="0" w:oddVBand="0" w:evenVBand="0" w:oddHBand="0" w:evenHBand="0" w:firstRowFirstColumn="0" w:firstRowLastColumn="0" w:lastRowFirstColumn="0" w:lastRowLastColumn="0"/>
            </w:pPr>
            <w:r w:rsidRPr="00860BFB">
              <w:t>Položky z objektu SO</w:t>
            </w:r>
            <w:r>
              <w:t xml:space="preserve"> </w:t>
            </w:r>
            <w:r w:rsidRPr="00860BFB">
              <w:t>98</w:t>
            </w:r>
            <w:r>
              <w:t>-</w:t>
            </w:r>
            <w:r w:rsidRPr="00860BFB">
              <w:t xml:space="preserve">98, které nebyly provedeny v Sekci 2 Stavební </w:t>
            </w:r>
          </w:p>
        </w:tc>
        <w:tc>
          <w:tcPr>
            <w:tcW w:w="1964" w:type="dxa"/>
          </w:tcPr>
          <w:p w14:paraId="30C066DF" w14:textId="77777777" w:rsidR="00B735F1" w:rsidRPr="00860BFB" w:rsidRDefault="00B735F1" w:rsidP="00884730">
            <w:pPr>
              <w:pStyle w:val="Tabulka-7"/>
              <w:cnfStyle w:val="000000000000" w:firstRow="0" w:lastRow="0" w:firstColumn="0" w:lastColumn="0" w:oddVBand="0" w:evenVBand="0" w:oddHBand="0" w:evenHBand="0" w:firstRowFirstColumn="0" w:firstRowLastColumn="0" w:lastRowFirstColumn="0" w:lastRowLastColumn="0"/>
            </w:pPr>
            <w:r w:rsidRPr="00860BFB">
              <w:t xml:space="preserve">6 měsíců ode dne vydání Potvrzení o převzetí Sekce 2 </w:t>
            </w:r>
          </w:p>
        </w:tc>
      </w:tr>
    </w:tbl>
    <w:p w14:paraId="7F8EF054" w14:textId="77777777" w:rsidR="00E41EEA" w:rsidRDefault="00E41EEA" w:rsidP="00C732F0">
      <w:pPr>
        <w:pStyle w:val="Bezmezer"/>
        <w:jc w:val="both"/>
      </w:pP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9D228B">
      <w:pPr>
        <w:pStyle w:val="Nadpisbezsl1-2"/>
      </w:pPr>
      <w:proofErr w:type="gramStart"/>
      <w:r>
        <w:t>1.4</w:t>
      </w:r>
      <w:r w:rsidR="005D168C">
        <w:t xml:space="preserve">  </w:t>
      </w:r>
      <w:r w:rsidR="005D168C">
        <w:tab/>
      </w:r>
      <w:proofErr w:type="gramEnd"/>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9D228B">
      <w:pPr>
        <w:pStyle w:val="Nadpisbezsl1-2"/>
      </w:pPr>
      <w:proofErr w:type="gramStart"/>
      <w:r>
        <w:t xml:space="preserve">1.4  </w:t>
      </w:r>
      <w:r w:rsidR="005D168C">
        <w:tab/>
      </w:r>
      <w:proofErr w:type="gramEnd"/>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9D228B">
      <w:pPr>
        <w:pStyle w:val="Nadpisbezsl1-2"/>
      </w:pPr>
      <w:proofErr w:type="gramStart"/>
      <w:r>
        <w:t xml:space="preserve">1.4  </w:t>
      </w:r>
      <w:r w:rsidR="005D168C">
        <w:tab/>
      </w:r>
      <w:proofErr w:type="gramEnd"/>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lastRenderedPageBreak/>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70E1377E" w:rsidR="00C96E7C" w:rsidRDefault="00C96E7C" w:rsidP="005D168C">
      <w:pPr>
        <w:pStyle w:val="Textbezodsazen"/>
      </w:pPr>
      <w:r>
        <w:t xml:space="preserve">Přístup na Staveniště bude Zhotoviteli umožněn od </w:t>
      </w:r>
      <w:r w:rsidR="00815324" w:rsidRPr="009E4009">
        <w:t>zahájení prací na díle</w:t>
      </w:r>
      <w:r>
        <w:t xml:space="preserve"> 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600E91D4" w14:textId="022A983B" w:rsidR="005841B5" w:rsidRPr="0030182C" w:rsidRDefault="005841B5" w:rsidP="005841B5">
      <w:pPr>
        <w:spacing w:after="120"/>
        <w:jc w:val="both"/>
        <w:rPr>
          <w:rFonts w:ascii="Verdana" w:hAnsi="Verdana"/>
        </w:rPr>
      </w:pPr>
      <w:r w:rsidRPr="0030182C">
        <w:rPr>
          <w:rFonts w:ascii="Verdana" w:hAnsi="Verdana"/>
        </w:rPr>
        <w:t>Ve věcech smluvních a obchodních (vyjma podpisu Smlouvy o dílo a případně jejích změn a dodatků)</w:t>
      </w:r>
      <w:r w:rsidR="001F46E5">
        <w:rPr>
          <w:rFonts w:ascii="Verdana" w:hAnsi="Verdana"/>
        </w:rPr>
        <w:t>:</w:t>
      </w:r>
    </w:p>
    <w:p w14:paraId="7A3504CE" w14:textId="4E19FB54" w:rsidR="001F46E5" w:rsidRDefault="001F46E5" w:rsidP="001F46E5">
      <w:pPr>
        <w:pStyle w:val="PNTextzkladn"/>
        <w:numPr>
          <w:ilvl w:val="0"/>
          <w:numId w:val="56"/>
        </w:numPr>
      </w:pPr>
      <w:r>
        <w:t xml:space="preserve">Mgr. </w:t>
      </w:r>
      <w:r w:rsidR="00817C37">
        <w:t>Eva Schejbalová</w:t>
      </w:r>
    </w:p>
    <w:p w14:paraId="5F064EC4" w14:textId="77777777" w:rsidR="001F46E5" w:rsidRDefault="001F46E5" w:rsidP="001F46E5">
      <w:pPr>
        <w:pStyle w:val="PNOdrka1-"/>
        <w:numPr>
          <w:ilvl w:val="0"/>
          <w:numId w:val="0"/>
        </w:numPr>
        <w:spacing w:line="240" w:lineRule="auto"/>
        <w:ind w:left="720"/>
      </w:pPr>
      <w:bookmarkStart w:id="2" w:name="_Hlk198024583"/>
      <w:r>
        <w:t>Správa železnic, státní organizace</w:t>
      </w:r>
    </w:p>
    <w:p w14:paraId="10089FD4" w14:textId="77777777" w:rsidR="001F46E5" w:rsidRDefault="001F46E5" w:rsidP="001F46E5">
      <w:pPr>
        <w:pStyle w:val="PNOdrka1-"/>
        <w:numPr>
          <w:ilvl w:val="0"/>
          <w:numId w:val="0"/>
        </w:numPr>
        <w:spacing w:line="240" w:lineRule="auto"/>
        <w:ind w:left="720"/>
      </w:pPr>
      <w:r>
        <w:t>Stavební správa západ</w:t>
      </w:r>
    </w:p>
    <w:bookmarkEnd w:id="2"/>
    <w:p w14:paraId="35E84DB3" w14:textId="77777777" w:rsidR="001F46E5" w:rsidRDefault="001F46E5" w:rsidP="001F46E5">
      <w:pPr>
        <w:pStyle w:val="PNOdrka1-"/>
        <w:numPr>
          <w:ilvl w:val="0"/>
          <w:numId w:val="0"/>
        </w:numPr>
        <w:spacing w:line="240" w:lineRule="auto"/>
        <w:ind w:left="720"/>
      </w:pPr>
      <w:r>
        <w:t xml:space="preserve">Budova </w:t>
      </w:r>
      <w:proofErr w:type="spellStart"/>
      <w:r>
        <w:t>Diamond</w:t>
      </w:r>
      <w:proofErr w:type="spellEnd"/>
      <w:r>
        <w:t xml:space="preserve"> Point, Ke Štvanici 656/3, 186 00 Praha 8 – Karlín</w:t>
      </w:r>
    </w:p>
    <w:p w14:paraId="22EFCC3D" w14:textId="121981E9" w:rsidR="001F46E5" w:rsidRPr="001F46E5" w:rsidRDefault="001F46E5" w:rsidP="001F46E5">
      <w:pPr>
        <w:pStyle w:val="PNOdrka1-"/>
        <w:numPr>
          <w:ilvl w:val="0"/>
          <w:numId w:val="0"/>
        </w:numPr>
        <w:ind w:left="720"/>
      </w:pPr>
      <w:r w:rsidRPr="001F46E5">
        <w:t>mobil +</w:t>
      </w:r>
      <w:proofErr w:type="gramStart"/>
      <w:r w:rsidRPr="001F46E5">
        <w:t xml:space="preserve">420 </w:t>
      </w:r>
      <w:r w:rsidR="00817C37" w:rsidRPr="00817C37">
        <w:t xml:space="preserve"> 601</w:t>
      </w:r>
      <w:proofErr w:type="gramEnd"/>
      <w:r w:rsidR="00817C37" w:rsidRPr="00817C37">
        <w:t xml:space="preserve"> 078 223</w:t>
      </w:r>
      <w:r w:rsidRPr="001F46E5">
        <w:t xml:space="preserve">, e-mail: </w:t>
      </w:r>
      <w:hyperlink r:id="rId12" w:history="1">
        <w:r w:rsidR="001C1AAC" w:rsidRPr="00371B0F">
          <w:rPr>
            <w:rStyle w:val="Hypertextovodkaz"/>
            <w:noProof w:val="0"/>
          </w:rPr>
          <w:t>Schejbalova@spravazeleznic.cz</w:t>
        </w:r>
      </w:hyperlink>
      <w:r w:rsidR="001C1AAC">
        <w:t xml:space="preserve"> </w:t>
      </w:r>
    </w:p>
    <w:p w14:paraId="647AF655" w14:textId="77777777" w:rsidR="001F46E5" w:rsidRPr="001F46E5" w:rsidRDefault="001F46E5" w:rsidP="001F46E5">
      <w:pPr>
        <w:pStyle w:val="PNOdrka1-"/>
        <w:numPr>
          <w:ilvl w:val="0"/>
          <w:numId w:val="0"/>
        </w:numPr>
        <w:ind w:left="720"/>
      </w:pPr>
    </w:p>
    <w:p w14:paraId="5C49013B" w14:textId="56035551" w:rsidR="001F46E5" w:rsidRPr="001F46E5" w:rsidRDefault="001F46E5" w:rsidP="001F46E5">
      <w:pPr>
        <w:pStyle w:val="PNOdrka1-"/>
        <w:numPr>
          <w:ilvl w:val="0"/>
          <w:numId w:val="0"/>
        </w:numPr>
      </w:pPr>
      <w:bookmarkStart w:id="3" w:name="_Hlk195186039"/>
      <w:r>
        <w:t>V</w:t>
      </w:r>
      <w:r w:rsidRPr="001F46E5">
        <w:t>e věci kontroly požití alkoholu a/nebo návykových látek:</w:t>
      </w:r>
    </w:p>
    <w:p w14:paraId="77C112EA" w14:textId="5154B01D" w:rsidR="001F46E5" w:rsidRPr="001F46E5" w:rsidRDefault="001F46E5" w:rsidP="001F46E5">
      <w:pPr>
        <w:pStyle w:val="PNOdrka1-"/>
      </w:pPr>
      <w:r w:rsidRPr="001F46E5">
        <w:t xml:space="preserve">Ing. </w:t>
      </w:r>
      <w:r w:rsidR="009D66DE">
        <w:t>Martin Šesták</w:t>
      </w:r>
    </w:p>
    <w:p w14:paraId="44FF9D15" w14:textId="77777777" w:rsidR="001F46E5" w:rsidRPr="001F46E5" w:rsidRDefault="001F46E5" w:rsidP="001F46E5">
      <w:pPr>
        <w:pStyle w:val="PNOdrka1-"/>
        <w:numPr>
          <w:ilvl w:val="0"/>
          <w:numId w:val="0"/>
        </w:numPr>
        <w:ind w:left="720"/>
      </w:pPr>
      <w:r w:rsidRPr="001F46E5">
        <w:t>Správa železnic, státní organizace</w:t>
      </w:r>
    </w:p>
    <w:p w14:paraId="1D3A150F" w14:textId="77777777" w:rsidR="001F46E5" w:rsidRPr="001F46E5" w:rsidRDefault="001F46E5" w:rsidP="001F46E5">
      <w:pPr>
        <w:pStyle w:val="PNOdrka1-"/>
        <w:numPr>
          <w:ilvl w:val="0"/>
          <w:numId w:val="0"/>
        </w:numPr>
        <w:ind w:left="720"/>
      </w:pPr>
      <w:r w:rsidRPr="001F46E5">
        <w:t>Stavební správa západ</w:t>
      </w:r>
    </w:p>
    <w:p w14:paraId="58469F8A" w14:textId="77777777" w:rsidR="001F46E5" w:rsidRDefault="001F46E5" w:rsidP="001F46E5">
      <w:pPr>
        <w:pStyle w:val="PNOdrka1-"/>
        <w:numPr>
          <w:ilvl w:val="0"/>
          <w:numId w:val="0"/>
        </w:numPr>
        <w:ind w:left="720"/>
      </w:pPr>
      <w:r w:rsidRPr="001F46E5">
        <w:t xml:space="preserve">Budova </w:t>
      </w:r>
      <w:proofErr w:type="spellStart"/>
      <w:r w:rsidRPr="001F46E5">
        <w:t>Diamond</w:t>
      </w:r>
      <w:proofErr w:type="spellEnd"/>
      <w:r w:rsidRPr="001F46E5">
        <w:t xml:space="preserve"> Point, Ke Štvanici 656/3, 186 00 Praha 8 – Karlín</w:t>
      </w:r>
    </w:p>
    <w:p w14:paraId="5310CAA5" w14:textId="309FE07E" w:rsidR="009D66DE" w:rsidRPr="001F46E5" w:rsidRDefault="009D66DE" w:rsidP="001F46E5">
      <w:pPr>
        <w:pStyle w:val="PNOdrka1-"/>
        <w:numPr>
          <w:ilvl w:val="0"/>
          <w:numId w:val="0"/>
        </w:numPr>
        <w:ind w:left="720"/>
      </w:pPr>
      <w:r>
        <w:t xml:space="preserve">Pracoviště: </w:t>
      </w:r>
      <w:r w:rsidRPr="009D66DE">
        <w:t>Sušická 1106/25</w:t>
      </w:r>
      <w:r>
        <w:t>, 326 00 Plzeň 2</w:t>
      </w:r>
    </w:p>
    <w:p w14:paraId="286348BA" w14:textId="30B94435" w:rsidR="001F46E5" w:rsidRPr="001F46E5" w:rsidRDefault="001F46E5" w:rsidP="001F46E5">
      <w:pPr>
        <w:pStyle w:val="PNOdrka1-"/>
        <w:numPr>
          <w:ilvl w:val="0"/>
          <w:numId w:val="0"/>
        </w:numPr>
        <w:ind w:left="720"/>
      </w:pPr>
      <w:r w:rsidRPr="001F46E5">
        <w:t xml:space="preserve">mobil +420 </w:t>
      </w:r>
      <w:r w:rsidR="009D66DE" w:rsidRPr="009D66DE">
        <w:t>602 708 920</w:t>
      </w:r>
      <w:r w:rsidRPr="001F46E5">
        <w:t xml:space="preserve">, e-mail: </w:t>
      </w:r>
      <w:hyperlink r:id="rId13" w:history="1">
        <w:r w:rsidR="009D66DE" w:rsidRPr="000454D4">
          <w:rPr>
            <w:rStyle w:val="Hypertextovodkaz"/>
            <w:noProof w:val="0"/>
          </w:rPr>
          <w:t>SestakM@spravazeleznic.cz</w:t>
        </w:r>
      </w:hyperlink>
      <w:r w:rsidR="009D66DE">
        <w:t xml:space="preserve"> </w:t>
      </w:r>
    </w:p>
    <w:bookmarkEnd w:id="3"/>
    <w:p w14:paraId="03E9C803" w14:textId="77777777" w:rsidR="001F46E5" w:rsidRPr="001F46E5" w:rsidRDefault="001F46E5" w:rsidP="001F46E5">
      <w:pPr>
        <w:pStyle w:val="PNOdrka1-"/>
        <w:numPr>
          <w:ilvl w:val="0"/>
          <w:numId w:val="0"/>
        </w:numPr>
        <w:ind w:left="720"/>
      </w:pPr>
    </w:p>
    <w:p w14:paraId="3AAAD6A9" w14:textId="77777777" w:rsidR="001F46E5" w:rsidRPr="001F46E5" w:rsidRDefault="001F46E5" w:rsidP="001F46E5">
      <w:pPr>
        <w:pStyle w:val="PNOdrka1-"/>
        <w:numPr>
          <w:ilvl w:val="0"/>
          <w:numId w:val="0"/>
        </w:numPr>
      </w:pPr>
      <w:bookmarkStart w:id="4" w:name="_Hlk195186022"/>
      <w:r w:rsidRPr="001F46E5">
        <w:t>Koordinátor BOZP na staveništi</w:t>
      </w:r>
      <w:bookmarkEnd w:id="4"/>
      <w:r w:rsidRPr="001F46E5">
        <w:t>:</w:t>
      </w:r>
    </w:p>
    <w:p w14:paraId="097ECCA8" w14:textId="77777777" w:rsidR="009D66DE" w:rsidRPr="001F46E5" w:rsidRDefault="009D66DE" w:rsidP="009D66DE">
      <w:pPr>
        <w:pStyle w:val="PNOdrka1-"/>
      </w:pPr>
      <w:r w:rsidRPr="001F46E5">
        <w:t xml:space="preserve">Ing. </w:t>
      </w:r>
      <w:r>
        <w:t>Martin Šesták</w:t>
      </w:r>
    </w:p>
    <w:p w14:paraId="607DEFC4" w14:textId="77777777" w:rsidR="009D66DE" w:rsidRPr="001F46E5" w:rsidRDefault="009D66DE" w:rsidP="009D66DE">
      <w:pPr>
        <w:pStyle w:val="PNOdrka1-"/>
        <w:numPr>
          <w:ilvl w:val="0"/>
          <w:numId w:val="0"/>
        </w:numPr>
        <w:ind w:left="720"/>
      </w:pPr>
      <w:r w:rsidRPr="001F46E5">
        <w:t>Správa železnic, státní organizace</w:t>
      </w:r>
    </w:p>
    <w:p w14:paraId="5A642EE2" w14:textId="77777777" w:rsidR="009D66DE" w:rsidRPr="001F46E5" w:rsidRDefault="009D66DE" w:rsidP="009D66DE">
      <w:pPr>
        <w:pStyle w:val="PNOdrka1-"/>
        <w:numPr>
          <w:ilvl w:val="0"/>
          <w:numId w:val="0"/>
        </w:numPr>
        <w:ind w:left="720"/>
      </w:pPr>
      <w:r w:rsidRPr="001F46E5">
        <w:t>Stavební správa západ</w:t>
      </w:r>
    </w:p>
    <w:p w14:paraId="50677788" w14:textId="77777777" w:rsidR="009D66DE" w:rsidRDefault="009D66DE" w:rsidP="009D66DE">
      <w:pPr>
        <w:pStyle w:val="PNOdrka1-"/>
        <w:numPr>
          <w:ilvl w:val="0"/>
          <w:numId w:val="0"/>
        </w:numPr>
        <w:ind w:left="720"/>
      </w:pPr>
      <w:r w:rsidRPr="001F46E5">
        <w:t xml:space="preserve">Budova </w:t>
      </w:r>
      <w:proofErr w:type="spellStart"/>
      <w:r w:rsidRPr="001F46E5">
        <w:t>Diamond</w:t>
      </w:r>
      <w:proofErr w:type="spellEnd"/>
      <w:r w:rsidRPr="001F46E5">
        <w:t xml:space="preserve"> Point, Ke Štvanici 656/3, 186 00 Praha 8 – Karlín</w:t>
      </w:r>
    </w:p>
    <w:p w14:paraId="2C6177AC" w14:textId="77777777" w:rsidR="009D66DE" w:rsidRPr="001F46E5" w:rsidRDefault="009D66DE" w:rsidP="009D66DE">
      <w:pPr>
        <w:pStyle w:val="PNOdrka1-"/>
        <w:numPr>
          <w:ilvl w:val="0"/>
          <w:numId w:val="0"/>
        </w:numPr>
        <w:ind w:left="720"/>
      </w:pPr>
      <w:r>
        <w:t xml:space="preserve">Pracoviště: </w:t>
      </w:r>
      <w:r w:rsidRPr="009D66DE">
        <w:t>Sušická 1106/25</w:t>
      </w:r>
      <w:r>
        <w:t>, 326 00 Plzeň 2</w:t>
      </w:r>
    </w:p>
    <w:p w14:paraId="3238BE1A" w14:textId="77777777" w:rsidR="009D66DE" w:rsidRDefault="009D66DE" w:rsidP="009D66DE">
      <w:pPr>
        <w:pStyle w:val="PNOdrka1-"/>
        <w:numPr>
          <w:ilvl w:val="0"/>
          <w:numId w:val="0"/>
        </w:numPr>
        <w:ind w:left="720"/>
      </w:pPr>
      <w:r w:rsidRPr="001F46E5">
        <w:t xml:space="preserve">mobil +420 </w:t>
      </w:r>
      <w:r w:rsidRPr="009D66DE">
        <w:t>602 708 920</w:t>
      </w:r>
      <w:r w:rsidRPr="001F46E5">
        <w:t xml:space="preserve">, e-mail: </w:t>
      </w:r>
      <w:hyperlink r:id="rId14" w:history="1">
        <w:r w:rsidRPr="000454D4">
          <w:rPr>
            <w:rStyle w:val="Hypertextovodkaz"/>
            <w:noProof w:val="0"/>
          </w:rPr>
          <w:t>SestakM@spravazeleznic.cz</w:t>
        </w:r>
      </w:hyperlink>
      <w:r>
        <w:t xml:space="preserve"> </w:t>
      </w:r>
    </w:p>
    <w:p w14:paraId="246B5DBC" w14:textId="77777777" w:rsidR="003A0D4A" w:rsidRDefault="003A0D4A" w:rsidP="00DA55E3">
      <w:pPr>
        <w:pStyle w:val="PNOdrka1-"/>
        <w:numPr>
          <w:ilvl w:val="0"/>
          <w:numId w:val="0"/>
        </w:numPr>
      </w:pPr>
    </w:p>
    <w:p w14:paraId="14158977" w14:textId="359EB3FA" w:rsidR="00DA55E3" w:rsidRDefault="00DA55E3" w:rsidP="00DA55E3">
      <w:pPr>
        <w:pStyle w:val="PNOdrka1-"/>
        <w:numPr>
          <w:ilvl w:val="0"/>
          <w:numId w:val="0"/>
        </w:numPr>
      </w:pPr>
      <w:r>
        <w:t>A</w:t>
      </w:r>
      <w:r w:rsidRPr="00F36350">
        <w:t>utorizovaný zeměměřický inženýr</w:t>
      </w:r>
    </w:p>
    <w:p w14:paraId="19474504" w14:textId="77777777" w:rsidR="00DA55E3" w:rsidRDefault="00DA55E3" w:rsidP="00DA55E3">
      <w:pPr>
        <w:pStyle w:val="PNOdrka1-"/>
      </w:pPr>
      <w:r w:rsidRPr="00F36350">
        <w:t>Ing. Ivan Majorník</w:t>
      </w:r>
    </w:p>
    <w:p w14:paraId="5E2F796D" w14:textId="77777777" w:rsidR="00DA55E3" w:rsidRDefault="00DA55E3" w:rsidP="00DA55E3">
      <w:pPr>
        <w:pStyle w:val="PNOdrka1-"/>
        <w:numPr>
          <w:ilvl w:val="0"/>
          <w:numId w:val="0"/>
        </w:numPr>
        <w:ind w:left="720"/>
      </w:pPr>
      <w:r w:rsidRPr="00F36350">
        <w:t>Správa železnic, státní organizace</w:t>
      </w:r>
    </w:p>
    <w:p w14:paraId="5E5235AB" w14:textId="77777777" w:rsidR="00DA55E3" w:rsidRDefault="00DA55E3" w:rsidP="00DA55E3">
      <w:pPr>
        <w:pStyle w:val="PNOdrka1-"/>
        <w:numPr>
          <w:ilvl w:val="0"/>
          <w:numId w:val="0"/>
        </w:numPr>
        <w:ind w:left="720"/>
      </w:pPr>
      <w:r w:rsidRPr="00F36350">
        <w:t>Správa železniční geodezie</w:t>
      </w:r>
    </w:p>
    <w:p w14:paraId="12E1D09E" w14:textId="77777777" w:rsidR="00DA55E3" w:rsidRDefault="00DA55E3" w:rsidP="00DA55E3">
      <w:pPr>
        <w:pStyle w:val="PNOdrka1-"/>
        <w:numPr>
          <w:ilvl w:val="0"/>
          <w:numId w:val="0"/>
        </w:numPr>
        <w:ind w:left="720"/>
      </w:pPr>
      <w:r w:rsidRPr="00F36350">
        <w:t>Václavkova 169/1, Praha 6 160 00</w:t>
      </w:r>
    </w:p>
    <w:p w14:paraId="0E509C5F" w14:textId="6908369B" w:rsidR="00DA55E3" w:rsidRPr="001F46E5" w:rsidRDefault="00DA55E3" w:rsidP="00DA55E3">
      <w:pPr>
        <w:pStyle w:val="PNOdrka1-"/>
        <w:numPr>
          <w:ilvl w:val="0"/>
          <w:numId w:val="0"/>
        </w:numPr>
        <w:ind w:left="720"/>
      </w:pPr>
      <w:r w:rsidRPr="00F36350">
        <w:t xml:space="preserve">mobil +420 601 078 172, e-mail: </w:t>
      </w:r>
      <w:hyperlink r:id="rId15" w:history="1">
        <w:r w:rsidRPr="00F36350">
          <w:rPr>
            <w:rStyle w:val="Hypertextovodkaz"/>
            <w:noProof w:val="0"/>
          </w:rPr>
          <w:t>majornik@spravazeleznic.cz</w:t>
        </w:r>
      </w:hyperlink>
      <w:r w:rsidRPr="00F36350">
        <w:t xml:space="preserve"> </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lastRenderedPageBreak/>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w:t>
      </w:r>
      <w:proofErr w:type="gramStart"/>
      <w:r w:rsidR="00BF5650" w:rsidRPr="00382BD8">
        <w:t xml:space="preserve">Díla </w:t>
      </w:r>
      <w:r w:rsidRPr="00382BD8">
        <w:t xml:space="preserve"> je</w:t>
      </w:r>
      <w:proofErr w:type="gramEnd"/>
      <w:r w:rsidRPr="00382BD8">
        <w:t xml:space="preserv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 xml:space="preserve">Objednatel smí uplatnit nárok </w:t>
      </w:r>
      <w:proofErr w:type="gramStart"/>
      <w:r w:rsidRPr="00382BD8">
        <w:t>ze  záruky</w:t>
      </w:r>
      <w:proofErr w:type="gramEnd"/>
      <w:r w:rsidRPr="00382BD8">
        <w:t xml:space="preserve">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w:t>
      </w:r>
      <w:r w:rsidRPr="004718E5">
        <w:lastRenderedPageBreak/>
        <w:t>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w:t>
      </w:r>
      <w:proofErr w:type="gramStart"/>
      <w:r w:rsidRPr="00382BD8">
        <w:t>ze  záruky</w:t>
      </w:r>
      <w:proofErr w:type="gramEnd"/>
      <w:r w:rsidRPr="00382BD8">
        <w:t xml:space="preserve"> za provedení Díla. </w:t>
      </w:r>
    </w:p>
    <w:p w14:paraId="514A4546" w14:textId="77777777" w:rsidR="00BF5650" w:rsidRPr="00382BD8" w:rsidRDefault="00BF5650" w:rsidP="00BF5650">
      <w:pPr>
        <w:spacing w:after="120"/>
        <w:jc w:val="both"/>
      </w:pPr>
      <w:r w:rsidRPr="00382BD8">
        <w:t xml:space="preserve">Objednatel musí Zhotovitele odškodnit a zajistit, aby mu nevznikla újma v případě povinnosti náhrady škody a v případě ztrát a výdajů (včetně poplatků a výdajů na právní služby), které jsou následkem nároku </w:t>
      </w:r>
      <w:proofErr w:type="gramStart"/>
      <w:r w:rsidRPr="00382BD8">
        <w:t>ze  záruky</w:t>
      </w:r>
      <w:proofErr w:type="gramEnd"/>
      <w:r w:rsidRPr="00382BD8">
        <w:t xml:space="preserve">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lastRenderedPageBreak/>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21EFE96D" w14:textId="16CE373E" w:rsidR="00F34DA1" w:rsidRPr="00815324" w:rsidRDefault="005B65FC" w:rsidP="00F34DA1">
      <w:pPr>
        <w:spacing w:after="120"/>
        <w:jc w:val="both"/>
        <w:rPr>
          <w:rFonts w:ascii="Verdana" w:hAnsi="Verdana"/>
        </w:rPr>
      </w:pPr>
      <w:r w:rsidRPr="005B65FC">
        <w:rPr>
          <w:rFonts w:ascii="Verdana" w:hAnsi="Verdana"/>
        </w:rPr>
        <w:t>Tento Pod-článek se nepoužije.</w:t>
      </w:r>
    </w:p>
    <w:p w14:paraId="38569E37" w14:textId="4EE0D248" w:rsidR="005B65FC" w:rsidRPr="00BE6657" w:rsidRDefault="00D05FFD" w:rsidP="00EC11FF">
      <w:pPr>
        <w:spacing w:after="120"/>
        <w:jc w:val="both"/>
        <w:rPr>
          <w:b/>
          <w:sz w:val="20"/>
          <w:szCs w:val="20"/>
        </w:rPr>
      </w:pPr>
      <w:r w:rsidRPr="00BE6657">
        <w:rPr>
          <w:b/>
          <w:sz w:val="20"/>
          <w:szCs w:val="20"/>
        </w:rPr>
        <w:lastRenderedPageBreak/>
        <w:t xml:space="preserve">4.4.4 </w:t>
      </w:r>
      <w:r w:rsidR="005B65FC" w:rsidRPr="00BE6657">
        <w:rPr>
          <w:b/>
          <w:sz w:val="20"/>
          <w:szCs w:val="20"/>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7AFFA52C"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 xml:space="preserve">Zhotovitel poruší povinnost udržovat v platnosti a ve stanovené výši Bankovní záruku za odstranění vad Díla nebo Pojistnou záruku za odstranění vad Díla za podmínek a po dobu stanovenou v Pod-článku </w:t>
      </w:r>
      <w:proofErr w:type="gramStart"/>
      <w:r w:rsidR="00673405" w:rsidRPr="00382BD8">
        <w:t>4.2.2  [</w:t>
      </w:r>
      <w:proofErr w:type="gramEnd"/>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lastRenderedPageBreak/>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proofErr w:type="gramStart"/>
      <w:r w:rsidRPr="005B7883">
        <w:rPr>
          <w:rStyle w:val="Tun"/>
        </w:rPr>
        <w:t>Pod- článek</w:t>
      </w:r>
      <w:proofErr w:type="gramEnd"/>
      <w:r w:rsidRPr="005B7883">
        <w:rPr>
          <w:rStyle w:val="Tun"/>
        </w:rPr>
        <w:t xml:space="preserve">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lastRenderedPageBreak/>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18125210" w14:textId="77777777" w:rsidR="00872369" w:rsidRPr="00872369" w:rsidRDefault="00872369" w:rsidP="00872369">
      <w:pPr>
        <w:keepNext/>
        <w:spacing w:after="120"/>
        <w:jc w:val="both"/>
        <w:rPr>
          <w:rFonts w:ascii="Verdana" w:hAnsi="Verdana"/>
        </w:rPr>
      </w:pPr>
      <w:r w:rsidRPr="00872369">
        <w:rPr>
          <w:rFonts w:ascii="Verdana" w:hAnsi="Verdana"/>
        </w:rPr>
        <w:t>Pro provádění Díla jsou stanoveny následující milníky:</w:t>
      </w:r>
    </w:p>
    <w:tbl>
      <w:tblPr>
        <w:tblStyle w:val="Tabulka10"/>
        <w:tblW w:w="8789" w:type="dxa"/>
        <w:tblLook w:val="04A0" w:firstRow="1" w:lastRow="0" w:firstColumn="1" w:lastColumn="0" w:noHBand="0" w:noVBand="1"/>
      </w:tblPr>
      <w:tblGrid>
        <w:gridCol w:w="1320"/>
        <w:gridCol w:w="4782"/>
        <w:gridCol w:w="2687"/>
      </w:tblGrid>
      <w:tr w:rsidR="00847C74" w:rsidRPr="000E677A" w14:paraId="5A7F7C74" w14:textId="77777777" w:rsidTr="00F84B61">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320" w:type="dxa"/>
          </w:tcPr>
          <w:p w14:paraId="3FF49A2E" w14:textId="77777777" w:rsidR="00847C74" w:rsidRPr="000E677A" w:rsidRDefault="00847C74" w:rsidP="00F84B61">
            <w:pPr>
              <w:pStyle w:val="Tabulka-7"/>
              <w:rPr>
                <w:b/>
              </w:rPr>
            </w:pPr>
            <w:r w:rsidRPr="000E677A">
              <w:rPr>
                <w:b/>
              </w:rPr>
              <w:t>Milník</w:t>
            </w:r>
          </w:p>
        </w:tc>
        <w:tc>
          <w:tcPr>
            <w:tcW w:w="4782" w:type="dxa"/>
          </w:tcPr>
          <w:p w14:paraId="25CBAB28" w14:textId="77777777" w:rsidR="00847C74" w:rsidRPr="000E677A" w:rsidRDefault="00847C74" w:rsidP="00F84B61">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Činnosti</w:t>
            </w:r>
          </w:p>
        </w:tc>
        <w:tc>
          <w:tcPr>
            <w:tcW w:w="2687" w:type="dxa"/>
          </w:tcPr>
          <w:p w14:paraId="1171EC36" w14:textId="77777777" w:rsidR="00847C74" w:rsidRPr="000E677A" w:rsidRDefault="00847C74" w:rsidP="00F84B61">
            <w:pPr>
              <w:pStyle w:val="Tabulka-7"/>
              <w:cnfStyle w:val="100000000000" w:firstRow="1" w:lastRow="0" w:firstColumn="0" w:lastColumn="0" w:oddVBand="0" w:evenVBand="0" w:oddHBand="0" w:evenHBand="0" w:firstRowFirstColumn="0" w:firstRowLastColumn="0" w:lastRowFirstColumn="0" w:lastRowLastColumn="0"/>
              <w:rPr>
                <w:b/>
              </w:rPr>
            </w:pPr>
            <w:r w:rsidRPr="000E677A">
              <w:rPr>
                <w:b/>
              </w:rPr>
              <w:t>Doba pro dokončení</w:t>
            </w:r>
          </w:p>
        </w:tc>
      </w:tr>
      <w:tr w:rsidR="00471212" w:rsidRPr="000E677A" w14:paraId="5394CAE5" w14:textId="77777777" w:rsidTr="00F84B61">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67D647C1" w14:textId="17E96791" w:rsidR="00471212" w:rsidRPr="000E677A" w:rsidRDefault="00471212" w:rsidP="00471212">
            <w:pPr>
              <w:pStyle w:val="Tabulka-7"/>
            </w:pPr>
            <w:r w:rsidRPr="00860BFB">
              <w:t xml:space="preserve">Milník 1 </w:t>
            </w:r>
          </w:p>
        </w:tc>
        <w:tc>
          <w:tcPr>
            <w:tcW w:w="4782" w:type="dxa"/>
          </w:tcPr>
          <w:p w14:paraId="228B9A3F" w14:textId="0426F3FB" w:rsidR="00471212" w:rsidRPr="000E677A"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 xml:space="preserve">Návrh technického řešení DUSL/DUSP </w:t>
            </w:r>
          </w:p>
        </w:tc>
        <w:tc>
          <w:tcPr>
            <w:tcW w:w="2687" w:type="dxa"/>
          </w:tcPr>
          <w:p w14:paraId="60A92246" w14:textId="370A88F0" w:rsidR="00471212" w:rsidRPr="000E677A"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2 měsíc</w:t>
            </w:r>
            <w:r w:rsidR="00A46260">
              <w:t>e</w:t>
            </w:r>
            <w:r w:rsidRPr="00860BFB">
              <w:t xml:space="preserve"> od Data zahájení prací </w:t>
            </w:r>
          </w:p>
        </w:tc>
      </w:tr>
      <w:tr w:rsidR="00471212" w:rsidRPr="000E677A" w14:paraId="4E0B833A" w14:textId="77777777" w:rsidTr="00F84B61">
        <w:trPr>
          <w:trHeight w:val="300"/>
        </w:trPr>
        <w:tc>
          <w:tcPr>
            <w:cnfStyle w:val="001000000000" w:firstRow="0" w:lastRow="0" w:firstColumn="1" w:lastColumn="0" w:oddVBand="0" w:evenVBand="0" w:oddHBand="0" w:evenHBand="0" w:firstRowFirstColumn="0" w:firstRowLastColumn="0" w:lastRowFirstColumn="0" w:lastRowLastColumn="0"/>
            <w:tcW w:w="1320" w:type="dxa"/>
          </w:tcPr>
          <w:p w14:paraId="0E388983" w14:textId="4F4436A8" w:rsidR="00471212" w:rsidRPr="000E677A" w:rsidRDefault="00471212" w:rsidP="00471212">
            <w:pPr>
              <w:pStyle w:val="Tabulka-7"/>
            </w:pPr>
            <w:r w:rsidRPr="00860BFB">
              <w:t>Milník 2</w:t>
            </w:r>
          </w:p>
        </w:tc>
        <w:tc>
          <w:tcPr>
            <w:tcW w:w="4782" w:type="dxa"/>
          </w:tcPr>
          <w:p w14:paraId="2A0023A8" w14:textId="7FE449F4" w:rsidR="00471212" w:rsidRPr="000E677A"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Předložení DUSL/DPS/PDPS k připomínkám</w:t>
            </w:r>
          </w:p>
        </w:tc>
        <w:tc>
          <w:tcPr>
            <w:tcW w:w="2687" w:type="dxa"/>
          </w:tcPr>
          <w:p w14:paraId="6264BF4B" w14:textId="125815CD" w:rsidR="00471212" w:rsidRPr="000E677A"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4 měsíc</w:t>
            </w:r>
            <w:r w:rsidR="00A46260">
              <w:t>e</w:t>
            </w:r>
            <w:r w:rsidRPr="00860BFB">
              <w:t xml:space="preserve"> od Data zahájení prací</w:t>
            </w:r>
          </w:p>
        </w:tc>
      </w:tr>
      <w:tr w:rsidR="00471212" w:rsidRPr="000E677A" w14:paraId="7C3877AC" w14:textId="77777777" w:rsidTr="00F84B61">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2AB61FE3" w14:textId="11C63C5A" w:rsidR="00471212" w:rsidRPr="000E677A" w:rsidRDefault="00471212" w:rsidP="00471212">
            <w:pPr>
              <w:pStyle w:val="Tabulka-7"/>
            </w:pPr>
            <w:r w:rsidRPr="00860BFB">
              <w:t>Milník 3</w:t>
            </w:r>
          </w:p>
        </w:tc>
        <w:tc>
          <w:tcPr>
            <w:tcW w:w="4782" w:type="dxa"/>
          </w:tcPr>
          <w:p w14:paraId="27F21CCF" w14:textId="6D3FCC45" w:rsidR="00471212" w:rsidRPr="000E677A"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Definitivní odevzdání DUSL/DPS+PDPS</w:t>
            </w:r>
          </w:p>
        </w:tc>
        <w:tc>
          <w:tcPr>
            <w:tcW w:w="2687" w:type="dxa"/>
          </w:tcPr>
          <w:p w14:paraId="0E4806C5" w14:textId="7C9FDF03" w:rsidR="00471212" w:rsidRPr="000E677A"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7 měsíc</w:t>
            </w:r>
            <w:r w:rsidR="00A46260">
              <w:t>ů</w:t>
            </w:r>
            <w:r w:rsidRPr="00860BFB">
              <w:t xml:space="preserve"> od Data zahájení prací </w:t>
            </w:r>
          </w:p>
        </w:tc>
      </w:tr>
      <w:tr w:rsidR="00471212" w14:paraId="6A309F98" w14:textId="77777777" w:rsidTr="00F84B61">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1D5405F6" w14:textId="07B16640" w:rsidR="00471212" w:rsidRDefault="00471212" w:rsidP="00471212">
            <w:pPr>
              <w:pStyle w:val="Tabulka-7"/>
            </w:pPr>
            <w:r w:rsidRPr="00860BFB">
              <w:t>Milník 4</w:t>
            </w:r>
          </w:p>
        </w:tc>
        <w:tc>
          <w:tcPr>
            <w:tcW w:w="4782" w:type="dxa"/>
          </w:tcPr>
          <w:p w14:paraId="3B75673D" w14:textId="5DD4A93E" w:rsidR="00471212"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 xml:space="preserve">Zahájení stavebních prací </w:t>
            </w:r>
          </w:p>
        </w:tc>
        <w:tc>
          <w:tcPr>
            <w:tcW w:w="2687" w:type="dxa"/>
          </w:tcPr>
          <w:p w14:paraId="220663D5" w14:textId="7F2A473B" w:rsidR="00471212" w:rsidRDefault="00471212" w:rsidP="00471212">
            <w:pPr>
              <w:pStyle w:val="Tabulka-7"/>
              <w:cnfStyle w:val="000000000000" w:firstRow="0" w:lastRow="0" w:firstColumn="0" w:lastColumn="0" w:oddVBand="0" w:evenVBand="0" w:oddHBand="0" w:evenHBand="0" w:firstRowFirstColumn="0" w:firstRowLastColumn="0" w:lastRowFirstColumn="0" w:lastRowLastColumn="0"/>
            </w:pPr>
            <w:r w:rsidRPr="00860BFB">
              <w:t>9 měsíců od Data zahájení prací</w:t>
            </w:r>
            <w:r w:rsidRPr="00345FC7">
              <w:t xml:space="preserve"> </w:t>
            </w:r>
          </w:p>
        </w:tc>
      </w:tr>
    </w:tbl>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06F2B54" w14:textId="77777777" w:rsidR="00262343" w:rsidRDefault="00262343" w:rsidP="00262343">
      <w:pPr>
        <w:pStyle w:val="Odrka1-1"/>
        <w:numPr>
          <w:ilvl w:val="0"/>
          <w:numId w:val="0"/>
        </w:numPr>
        <w:tabs>
          <w:tab w:val="left" w:pos="708"/>
        </w:tabs>
        <w:spacing w:before="120"/>
      </w:pP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5AAE1E5E" w14:textId="77777777" w:rsidR="00262343" w:rsidRDefault="00262343" w:rsidP="005D168C">
      <w:pPr>
        <w:pStyle w:val="Textbezslovn"/>
      </w:pP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lastRenderedPageBreak/>
        <w:t xml:space="preserve">5.1 </w:t>
      </w:r>
      <w:r w:rsidR="009D228B">
        <w:tab/>
      </w:r>
      <w:r w:rsidRPr="00330257">
        <w:t>Doba pro oznámení chyb, nedostatků nebo jiných vad v Požadavcích objednatele</w:t>
      </w:r>
    </w:p>
    <w:p w14:paraId="56D86465" w14:textId="08CC4948"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do</w:t>
      </w:r>
      <w:r w:rsidR="003825B0">
        <w:t xml:space="preserve"> </w:t>
      </w:r>
      <w:r w:rsidR="00F912DC">
        <w:t>14</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2C903EFF" w14:textId="7D00D817" w:rsidR="00C96E7C" w:rsidRDefault="00C96E7C" w:rsidP="005D168C">
      <w:pPr>
        <w:pStyle w:val="Textbezodsazen"/>
      </w:pPr>
      <w:r>
        <w:t>Zhotovitel je povinen dokončit celé Dílo včetně příslušné dokumentace dle pod-článku 7.9 do</w:t>
      </w:r>
      <w:r w:rsidR="005D168C">
        <w:t xml:space="preserve"> </w:t>
      </w:r>
      <w:r w:rsidR="009E04DB" w:rsidRPr="009E04DB">
        <w:rPr>
          <w:b/>
          <w:bCs/>
        </w:rPr>
        <w:t>21 měsíců</w:t>
      </w:r>
      <w:r w:rsidR="003825B0" w:rsidRPr="009E04DB">
        <w:rPr>
          <w:b/>
          <w:bCs/>
        </w:rPr>
        <w:t xml:space="preserve"> </w:t>
      </w:r>
      <w:r>
        <w:t>od Data zahájení prací.</w:t>
      </w:r>
    </w:p>
    <w:p w14:paraId="2B9ED09F" w14:textId="1FBD14EF" w:rsidR="00C96E7C" w:rsidRPr="00CF15EB" w:rsidRDefault="00C96E7C" w:rsidP="009D228B">
      <w:pPr>
        <w:pStyle w:val="Nadpisbezsl1-2"/>
      </w:pPr>
      <w:r>
        <w:t>8.2, 1.1.3.10</w:t>
      </w:r>
      <w:r w:rsidR="009D228B">
        <w:tab/>
      </w:r>
      <w:r w:rsidRPr="00CF15EB">
        <w:t>Doba pro uvedení do provozu</w:t>
      </w:r>
    </w:p>
    <w:p w14:paraId="06B6361D" w14:textId="5A5C999F" w:rsidR="00C96E7C" w:rsidRDefault="00C96E7C" w:rsidP="005D168C">
      <w:pPr>
        <w:pStyle w:val="Textbezodsazen"/>
      </w:pPr>
      <w:r w:rsidRPr="00CF15EB">
        <w:t xml:space="preserve">Zhotovitel je povinen dokončit Dílo </w:t>
      </w:r>
      <w:r w:rsidR="00582C15" w:rsidRPr="00CF15EB">
        <w:t>v </w:t>
      </w:r>
      <w:r w:rsidRPr="00CF15EB">
        <w:t xml:space="preserve">rozsahu nezbytném pro účely uvedení Díla nebo Sekce do provozu za podmínek </w:t>
      </w:r>
      <w:r w:rsidR="004525C2" w:rsidRPr="00CF15EB">
        <w:t xml:space="preserve">zákona č. 283/2021 Sb. Stavební zákon, platný od 01. 01. 2024 (dále též jen „NSZ“), a zákona č.266/1994 Sb., o dráhách, </w:t>
      </w:r>
      <w:r w:rsidRPr="00CF15EB">
        <w:t xml:space="preserve">nejpozději do </w:t>
      </w:r>
      <w:r w:rsidR="00012A87" w:rsidRPr="00CF15EB">
        <w:rPr>
          <w:b/>
          <w:bCs/>
        </w:rPr>
        <w:t>15</w:t>
      </w:r>
      <w:r w:rsidRPr="00CF15EB">
        <w:rPr>
          <w:b/>
          <w:bCs/>
        </w:rPr>
        <w:t xml:space="preserve"> měsíců</w:t>
      </w:r>
      <w:r w:rsidRPr="00CF15EB">
        <w:t xml:space="preserve"> od Data zahájení prací</w:t>
      </w:r>
      <w:r w:rsidR="00012A87" w:rsidRPr="00CF15EB">
        <w:t>.</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lastRenderedPageBreak/>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w:t>
      </w:r>
      <w:proofErr w:type="gramStart"/>
      <w:r w:rsidRPr="00382BD8">
        <w:rPr>
          <w:rFonts w:asciiTheme="minorHAnsi" w:eastAsia="Calibri" w:hAnsiTheme="minorHAnsi"/>
          <w:sz w:val="18"/>
          <w:szCs w:val="18"/>
        </w:rPr>
        <w:t xml:space="preserve">výstavcem </w:t>
      </w:r>
      <w:r w:rsidRPr="00382BD8">
        <w:rPr>
          <w:rFonts w:eastAsia="Calibri"/>
        </w:rPr>
        <w:t>.</w:t>
      </w:r>
      <w:proofErr w:type="gramEnd"/>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207CAA08" w14:textId="269481FB" w:rsidR="000854BE" w:rsidRPr="00C732F0" w:rsidRDefault="000854BE" w:rsidP="000854BE">
      <w:pPr>
        <w:pStyle w:val="Textbezodsazen"/>
      </w:pPr>
      <w:r w:rsidRPr="004B742B">
        <w:rPr>
          <w:rFonts w:eastAsia="Calibri"/>
        </w:rPr>
        <w:t>Pokud zálohová platba není v Příloze k nabídce uvedena, tento Pod-článek se nepoužije.</w:t>
      </w:r>
    </w:p>
    <w:p w14:paraId="46F4BE0D" w14:textId="41E7FDEB" w:rsidR="00C96E7C" w:rsidRDefault="0086427D" w:rsidP="00582C15">
      <w:pPr>
        <w:pStyle w:val="Textbezodsazen"/>
      </w:pPr>
      <w:r>
        <w:t>V případě poskytnutí zálohové platby bude tato</w:t>
      </w:r>
      <w:r w:rsidR="00C96E7C">
        <w:t xml:space="preserve"> poskytnuta Zhotoviteli na základě písemné žádosti Zhotovitele (jejíž součástí bude zálohová faktura, případně samostatné zálohové faktury pro výdaje způsobilé ke spolufinancování ze zdrojů EU</w:t>
      </w:r>
      <w:r w:rsidR="00582C15">
        <w:t xml:space="preserve"> a </w:t>
      </w:r>
      <w:r w:rsidR="00C96E7C">
        <w:t>pro výdaje nezpůsobilé ke spolufinancování ze zdrojů EU), která musí splňovat podmínky pro její podání</w:t>
      </w:r>
      <w:r w:rsidR="00582C15">
        <w:t xml:space="preserve"> a </w:t>
      </w:r>
      <w:r w:rsidR="00C96E7C">
        <w:t>kterou může Zhotovitel podat Objednateli nejdříve po uplynutí 60 dnů od účinnosti Smlouvy. Vzor žádosti je uveden</w:t>
      </w:r>
      <w:r w:rsidR="00582C15">
        <w:t xml:space="preserve"> v </w:t>
      </w:r>
      <w:r w:rsidR="00C96E7C">
        <w:t xml:space="preserve">Příloze č. </w:t>
      </w:r>
      <w:proofErr w:type="gramStart"/>
      <w:r>
        <w:t xml:space="preserve">9  </w:t>
      </w:r>
      <w:r w:rsidR="00005616">
        <w:t>Smlouvy</w:t>
      </w:r>
      <w:proofErr w:type="gramEnd"/>
      <w:r w:rsidR="00582C15">
        <w:t xml:space="preserve"> o </w:t>
      </w:r>
      <w:r w:rsidR="00C96E7C">
        <w:t xml:space="preserve">dílo.  </w:t>
      </w:r>
    </w:p>
    <w:p w14:paraId="362BC261" w14:textId="6A089617" w:rsidR="00C96E7C" w:rsidRDefault="00C96E7C" w:rsidP="00582C15">
      <w:pPr>
        <w:pStyle w:val="Textbezodsazen"/>
      </w:pPr>
      <w:r>
        <w:t xml:space="preserve">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w:t>
      </w:r>
      <w:r w:rsidRPr="008270A8">
        <w:t>maximálně ve výši rovnající se smluvní hodnotě prací předpokládaných</w:t>
      </w:r>
      <w:r w:rsidR="00582C15" w:rsidRPr="008270A8">
        <w:t xml:space="preserve"> k </w:t>
      </w:r>
      <w:r w:rsidRPr="008270A8">
        <w:t xml:space="preserve">realizaci pro příslušné po sobě jdoucí 3 kalendářní měsíce dle podrobného Harmonogramu, max. však vždy ve výši rovnající se </w:t>
      </w:r>
      <w:r w:rsidR="00622AD8" w:rsidRPr="008270A8">
        <w:t>30</w:t>
      </w:r>
      <w:r w:rsidRPr="008270A8">
        <w:t xml:space="preserve"> % smluvní hodnoty</w:t>
      </w:r>
      <w:r>
        <w:t xml:space="preserve"> prací předpokládaných</w:t>
      </w:r>
      <w:r w:rsidR="00582C15">
        <w:t xml:space="preserve"> k </w:t>
      </w:r>
      <w:r>
        <w:t xml:space="preserve">realizaci pro příslušný kalendářní rok dle podrobného </w:t>
      </w:r>
      <w:proofErr w:type="gramStart"/>
      <w:r>
        <w:t>Harmonogramu  [</w:t>
      </w:r>
      <w:proofErr w:type="gramEnd"/>
      <w:r>
        <w:t>8.3 Harmonogram]</w:t>
      </w:r>
      <w:r w:rsidR="00582C15">
        <w:t xml:space="preserve"> a </w:t>
      </w:r>
      <w:r>
        <w:t xml:space="preserve">nejdéle na dobu 3 měsíců (zálohované období).  Podmínkou pro poskytnutí první zálohové platby je fakturace za skutečně </w:t>
      </w:r>
      <w:r>
        <w:lastRenderedPageBreak/>
        <w:t>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47CCCBEB" w14:textId="77777777"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16B7D78E"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25D52C9E"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7E1D6E8E" w14:textId="77777777"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4A273087" w14:textId="05DEE209" w:rsidR="00C96E7C" w:rsidRPr="00382BD8" w:rsidRDefault="00C96E7C" w:rsidP="00152D40">
      <w:pPr>
        <w:pStyle w:val="slovanseznam"/>
        <w:numPr>
          <w:ilvl w:val="0"/>
          <w:numId w:val="5"/>
        </w:numPr>
        <w:jc w:val="both"/>
      </w:pPr>
      <w:r>
        <w:t xml:space="preserve">V návaznosti na toto oznámení je Zhotovitel zároveň povinen nejpozději do 30 dnů ode dne uplynutí zálohovaného období předat Objednateli Bankovní záruku </w:t>
      </w:r>
      <w:r w:rsidR="00EA61D3" w:rsidRPr="00382BD8">
        <w:t xml:space="preserve">za zálohu nebo Pojistnou záruku za zálohu </w:t>
      </w:r>
      <w:r w:rsidRPr="00382BD8">
        <w:t xml:space="preserve">splňující ustanovení pod-článku 14.2 Zvláštních podmínek, tj. kromě dalšího, bude Objednateli předaná Bankovní záruka </w:t>
      </w:r>
      <w:r w:rsidR="00EA61D3" w:rsidRPr="00382BD8">
        <w:t xml:space="preserve">za zálohu nebo Pojistná záruka za zálohu </w:t>
      </w:r>
      <w:r w:rsidRPr="00382BD8">
        <w:t>platná</w:t>
      </w:r>
      <w:r w:rsidR="00582C15" w:rsidRPr="00382BD8">
        <w:t xml:space="preserve"> a </w:t>
      </w:r>
      <w:r w:rsidRPr="00382BD8">
        <w:t>vymahatelná po dobu</w:t>
      </w:r>
      <w:r w:rsidR="00582C15" w:rsidRPr="00382BD8">
        <w:t xml:space="preserve"> o </w:t>
      </w:r>
      <w:r w:rsidRPr="00382BD8">
        <w:t>60 dnů delší, než je Zhotovitelem oznámené prodloužené zálohované období dle bodu 1.</w:t>
      </w:r>
    </w:p>
    <w:p w14:paraId="5C7D7718" w14:textId="77777777" w:rsidR="00C96E7C" w:rsidRDefault="00C96E7C" w:rsidP="00152D40">
      <w:pPr>
        <w:pStyle w:val="slovanseznam"/>
        <w:numPr>
          <w:ilvl w:val="0"/>
          <w:numId w:val="5"/>
        </w:numPr>
        <w:jc w:val="both"/>
      </w:pPr>
      <w:r w:rsidRPr="00382BD8">
        <w:t>Nezúčtovaná část zálohové platby</w:t>
      </w:r>
      <w:r w:rsidR="00582C15" w:rsidRPr="00382BD8">
        <w:t xml:space="preserve"> v </w:t>
      </w:r>
      <w:r w:rsidRPr="00382BD8">
        <w:t>zálohovaném období musí být</w:t>
      </w:r>
      <w:r w:rsidR="00582C15" w:rsidRPr="00382BD8">
        <w:t xml:space="preserve"> v </w:t>
      </w:r>
      <w:r w:rsidRPr="00382BD8">
        <w:t xml:space="preserve">prodlouženém </w:t>
      </w:r>
      <w:r>
        <w:t>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14:paraId="544EBB92" w14:textId="7ABA711A" w:rsidR="00C96E7C" w:rsidRPr="00382BD8" w:rsidRDefault="00C96E7C" w:rsidP="00152D40">
      <w:pPr>
        <w:pStyle w:val="slovanseznam"/>
        <w:numPr>
          <w:ilvl w:val="0"/>
          <w:numId w:val="5"/>
        </w:numPr>
        <w:jc w:val="both"/>
      </w:pPr>
      <w:r>
        <w:t>K oznámení</w:t>
      </w:r>
      <w:r w:rsidR="00582C15">
        <w:t xml:space="preserve"> o </w:t>
      </w:r>
      <w:r>
        <w:t xml:space="preserve">prodloužení zálohovaného období, se současným prodloužením Bankovní </w:t>
      </w:r>
      <w:r w:rsidRPr="00382BD8">
        <w:t>záruky</w:t>
      </w:r>
      <w:r w:rsidR="00EA61D3" w:rsidRPr="00382BD8">
        <w:t xml:space="preserve"> za zálohu nebo Pojistné záruky za zálohu</w:t>
      </w:r>
      <w:r w:rsidRPr="00382BD8">
        <w:t>, lze</w:t>
      </w:r>
      <w:r w:rsidR="00582C15" w:rsidRPr="00382BD8">
        <w:t xml:space="preserve"> v </w:t>
      </w:r>
      <w:r w:rsidRPr="00382BD8">
        <w:t>případech, kdykoli je předchozí podrobný Harmonogram</w:t>
      </w:r>
      <w:r w:rsidR="00582C15" w:rsidRPr="00382BD8">
        <w:t xml:space="preserve"> v </w:t>
      </w:r>
      <w:r w:rsidRPr="00382BD8">
        <w:t>rozporu se skutečným postupem, přistoupit opakovaně,</w:t>
      </w:r>
      <w:r w:rsidR="00582C15" w:rsidRPr="00382BD8">
        <w:t xml:space="preserve"> a </w:t>
      </w:r>
      <w:r w:rsidRPr="00382BD8">
        <w:t>to při splnění shodných podmínek, za kterých došlo</w:t>
      </w:r>
      <w:r w:rsidR="00582C15" w:rsidRPr="00382BD8">
        <w:t xml:space="preserve"> k </w:t>
      </w:r>
      <w:r w:rsidRPr="00382BD8">
        <w:t xml:space="preserve">prodloužení zálohovaného období. </w:t>
      </w:r>
    </w:p>
    <w:p w14:paraId="6B7EA06F" w14:textId="77777777" w:rsidR="00C96E7C" w:rsidRPr="00382BD8" w:rsidRDefault="00C96E7C" w:rsidP="00152D40">
      <w:pPr>
        <w:pStyle w:val="slovanseznam"/>
        <w:numPr>
          <w:ilvl w:val="0"/>
          <w:numId w:val="5"/>
        </w:numPr>
        <w:jc w:val="both"/>
      </w:pPr>
      <w:r w:rsidRPr="00382BD8">
        <w:t>V případě:</w:t>
      </w:r>
    </w:p>
    <w:p w14:paraId="73DDBEB4" w14:textId="5C7354C9" w:rsidR="00C96E7C" w:rsidRDefault="00C96E7C" w:rsidP="00C732F0">
      <w:pPr>
        <w:pStyle w:val="slovanseznam2"/>
        <w:jc w:val="both"/>
      </w:pPr>
      <w:r w:rsidRPr="00382BD8">
        <w:t>kdy Zhotovitel dle bodu 1 neoznámí prodloužení zálohovaného období, nebo nepředá Objednateli Bankovní záruku</w:t>
      </w:r>
      <w:r w:rsidR="00EA61D3" w:rsidRPr="00382BD8">
        <w:t xml:space="preserve"> za zálohu nebo Pojistnou záruku za zálohu</w:t>
      </w:r>
      <w:r w:rsidRPr="00382BD8">
        <w:t xml:space="preserve"> (viz bod 2), je povinen vrátit Objednateli nezúčtovanou část poskytnuté zálohové </w:t>
      </w:r>
      <w:r>
        <w:t>platby,</w:t>
      </w:r>
      <w:r w:rsidR="00582C15">
        <w:t xml:space="preserve"> a </w:t>
      </w:r>
      <w:r>
        <w:t>to do 30 dnů od uplynutí zálohovaného/prodlouženého zálohovaného období;</w:t>
      </w:r>
    </w:p>
    <w:p w14:paraId="1CE9ED50" w14:textId="77777777"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5541DB85" w14:textId="77777777"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A8F65C4"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4A3FF1FC" w14:textId="77777777" w:rsidR="00C96E7C" w:rsidRDefault="00C96E7C" w:rsidP="00582C15">
      <w:pPr>
        <w:pStyle w:val="Textbezodsazen"/>
      </w:pPr>
      <w:r>
        <w:t xml:space="preserve">Celkový součet požadovaných zálohových plateb nesmí překročit Smluvní cenu. </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502A46EC" w14:textId="77777777" w:rsidR="00C96E7C" w:rsidRDefault="00C96E7C" w:rsidP="00582C15">
      <w:pPr>
        <w:pStyle w:val="Textbezodsazen"/>
      </w:pPr>
      <w:r>
        <w:t>Pod-článek 14.5 se nepoužije.</w:t>
      </w:r>
    </w:p>
    <w:p w14:paraId="65B48CA3" w14:textId="6EA1EF95" w:rsidR="007B37D3" w:rsidRDefault="007B37D3" w:rsidP="009D228B">
      <w:pPr>
        <w:pStyle w:val="Nadpisbezsl1-2"/>
      </w:pPr>
      <w:r w:rsidRPr="00025F79">
        <w:lastRenderedPageBreak/>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6EFB34DD"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lastRenderedPageBreak/>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474173A5" w14:textId="77777777" w:rsidR="00C732F0" w:rsidRDefault="00C732F0" w:rsidP="00C732F0">
      <w:pPr>
        <w:jc w:val="both"/>
      </w:pPr>
    </w:p>
    <w:sectPr w:rsidR="00C732F0" w:rsidSect="00E33F32">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471FC" w14:textId="77777777" w:rsidR="00EC6C56" w:rsidRDefault="00EC6C56" w:rsidP="00962258">
      <w:pPr>
        <w:spacing w:after="0" w:line="240" w:lineRule="auto"/>
      </w:pPr>
      <w:r>
        <w:separator/>
      </w:r>
    </w:p>
  </w:endnote>
  <w:endnote w:type="continuationSeparator" w:id="0">
    <w:p w14:paraId="52CE5B35" w14:textId="77777777" w:rsidR="00EC6C56" w:rsidRDefault="00EC6C5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534CFB70" w:rsidR="009D228B" w:rsidRPr="00352421" w:rsidRDefault="009D228B" w:rsidP="009223E5">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5932BD">
            <w:rPr>
              <w:rStyle w:val="Tun"/>
              <w:noProof/>
            </w:rPr>
            <w:t>„Optimalizace trati Odb. Berounka (včetně) – Karlštejn (včetně)“ - 1.etapa: Úprava TZZ v úseku Radotín – Dobřichovice</w:t>
          </w:r>
          <w:r w:rsidRPr="00352421">
            <w:rPr>
              <w:rStyle w:val="Tun"/>
            </w:rPr>
            <w:fldChar w:fldCharType="end"/>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5D51F279" w:rsidR="009D228B" w:rsidRPr="00352421" w:rsidRDefault="009D228B" w:rsidP="009223E5">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5932BD">
            <w:rPr>
              <w:rStyle w:val="Tun"/>
              <w:noProof/>
            </w:rPr>
            <w:t>„Optimalizace trati Odb. Berounka (včetně) – Karlštejn (včetně)“ - 1.etapa: Úprava TZZ v úseku Radotín – Dobřichovice</w:t>
          </w:r>
          <w:r w:rsidRPr="00352421">
            <w:rPr>
              <w:rStyle w:val="Tun"/>
            </w:rPr>
            <w:fldChar w:fldCharType="end"/>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56F4D" w14:textId="77777777" w:rsidR="00EC6C56" w:rsidRDefault="00EC6C56" w:rsidP="00962258">
      <w:pPr>
        <w:spacing w:after="0" w:line="240" w:lineRule="auto"/>
      </w:pPr>
      <w:r>
        <w:separator/>
      </w:r>
    </w:p>
  </w:footnote>
  <w:footnote w:type="continuationSeparator" w:id="0">
    <w:p w14:paraId="50A321A1" w14:textId="77777777" w:rsidR="00EC6C56" w:rsidRDefault="00EC6C5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3290A"/>
    <w:multiLevelType w:val="hybridMultilevel"/>
    <w:tmpl w:val="1D720D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499586311">
    <w:abstractNumId w:val="7"/>
  </w:num>
  <w:num w:numId="2" w16cid:durableId="1904098956">
    <w:abstractNumId w:val="3"/>
  </w:num>
  <w:num w:numId="3" w16cid:durableId="1254704201">
    <w:abstractNumId w:val="15"/>
  </w:num>
  <w:num w:numId="4" w16cid:durableId="1176462178">
    <w:abstractNumId w:val="8"/>
  </w:num>
  <w:num w:numId="5" w16cid:durableId="17253739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490922">
    <w:abstractNumId w:val="10"/>
  </w:num>
  <w:num w:numId="7" w16cid:durableId="1525434724">
    <w:abstractNumId w:val="12"/>
  </w:num>
  <w:num w:numId="8" w16cid:durableId="1524974022">
    <w:abstractNumId w:val="14"/>
  </w:num>
  <w:num w:numId="9" w16cid:durableId="264122559">
    <w:abstractNumId w:val="1"/>
  </w:num>
  <w:num w:numId="10" w16cid:durableId="981933649">
    <w:abstractNumId w:val="5"/>
  </w:num>
  <w:num w:numId="11" w16cid:durableId="475877350">
    <w:abstractNumId w:val="16"/>
  </w:num>
  <w:num w:numId="12" w16cid:durableId="1542203116">
    <w:abstractNumId w:val="1"/>
  </w:num>
  <w:num w:numId="13" w16cid:durableId="1117066164">
    <w:abstractNumId w:val="5"/>
  </w:num>
  <w:num w:numId="14" w16cid:durableId="1337924359">
    <w:abstractNumId w:val="5"/>
  </w:num>
  <w:num w:numId="15" w16cid:durableId="1909340535">
    <w:abstractNumId w:val="10"/>
  </w:num>
  <w:num w:numId="16" w16cid:durableId="613514273">
    <w:abstractNumId w:val="10"/>
  </w:num>
  <w:num w:numId="17" w16cid:durableId="850411375">
    <w:abstractNumId w:val="10"/>
  </w:num>
  <w:num w:numId="18" w16cid:durableId="1035227317">
    <w:abstractNumId w:val="12"/>
  </w:num>
  <w:num w:numId="19" w16cid:durableId="1007638109">
    <w:abstractNumId w:val="12"/>
  </w:num>
  <w:num w:numId="20" w16cid:durableId="1323895469">
    <w:abstractNumId w:val="12"/>
  </w:num>
  <w:num w:numId="21" w16cid:durableId="1888370852">
    <w:abstractNumId w:val="14"/>
  </w:num>
  <w:num w:numId="22" w16cid:durableId="380834569">
    <w:abstractNumId w:val="1"/>
  </w:num>
  <w:num w:numId="23" w16cid:durableId="1959868291">
    <w:abstractNumId w:val="1"/>
  </w:num>
  <w:num w:numId="24" w16cid:durableId="766775861">
    <w:abstractNumId w:val="5"/>
  </w:num>
  <w:num w:numId="25" w16cid:durableId="1401639798">
    <w:abstractNumId w:val="5"/>
  </w:num>
  <w:num w:numId="26" w16cid:durableId="273753770">
    <w:abstractNumId w:val="16"/>
  </w:num>
  <w:num w:numId="27" w16cid:durableId="1104770785">
    <w:abstractNumId w:val="6"/>
  </w:num>
  <w:num w:numId="28" w16cid:durableId="233321941">
    <w:abstractNumId w:val="1"/>
  </w:num>
  <w:num w:numId="29" w16cid:durableId="1771973132">
    <w:abstractNumId w:val="5"/>
  </w:num>
  <w:num w:numId="30" w16cid:durableId="968708062">
    <w:abstractNumId w:val="5"/>
  </w:num>
  <w:num w:numId="31" w16cid:durableId="1276980219">
    <w:abstractNumId w:val="10"/>
  </w:num>
  <w:num w:numId="32" w16cid:durableId="1779330719">
    <w:abstractNumId w:val="10"/>
  </w:num>
  <w:num w:numId="33" w16cid:durableId="340551441">
    <w:abstractNumId w:val="10"/>
  </w:num>
  <w:num w:numId="34" w16cid:durableId="335495096">
    <w:abstractNumId w:val="10"/>
  </w:num>
  <w:num w:numId="35" w16cid:durableId="1316881732">
    <w:abstractNumId w:val="12"/>
  </w:num>
  <w:num w:numId="36" w16cid:durableId="185028401">
    <w:abstractNumId w:val="12"/>
  </w:num>
  <w:num w:numId="37" w16cid:durableId="392394673">
    <w:abstractNumId w:val="12"/>
  </w:num>
  <w:num w:numId="38" w16cid:durableId="839152514">
    <w:abstractNumId w:val="12"/>
  </w:num>
  <w:num w:numId="39" w16cid:durableId="376972825">
    <w:abstractNumId w:val="14"/>
  </w:num>
  <w:num w:numId="40" w16cid:durableId="1164979190">
    <w:abstractNumId w:val="1"/>
  </w:num>
  <w:num w:numId="41" w16cid:durableId="1298489108">
    <w:abstractNumId w:val="1"/>
  </w:num>
  <w:num w:numId="42" w16cid:durableId="1940218760">
    <w:abstractNumId w:val="5"/>
  </w:num>
  <w:num w:numId="43" w16cid:durableId="550388305">
    <w:abstractNumId w:val="5"/>
  </w:num>
  <w:num w:numId="44" w16cid:durableId="1136994621">
    <w:abstractNumId w:val="16"/>
  </w:num>
  <w:num w:numId="45" w16cid:durableId="1718312847">
    <w:abstractNumId w:val="11"/>
  </w:num>
  <w:num w:numId="46" w16cid:durableId="805778949">
    <w:abstractNumId w:val="13"/>
  </w:num>
  <w:num w:numId="47" w16cid:durableId="1959070777">
    <w:abstractNumId w:val="17"/>
  </w:num>
  <w:num w:numId="48" w16cid:durableId="845510871">
    <w:abstractNumId w:val="17"/>
    <w:lvlOverride w:ilvl="0">
      <w:startOverride w:val="1"/>
    </w:lvlOverride>
  </w:num>
  <w:num w:numId="49" w16cid:durableId="888807636">
    <w:abstractNumId w:val="9"/>
  </w:num>
  <w:num w:numId="50" w16cid:durableId="1524516000">
    <w:abstractNumId w:val="2"/>
  </w:num>
  <w:num w:numId="51" w16cid:durableId="561909152">
    <w:abstractNumId w:val="4"/>
  </w:num>
  <w:num w:numId="52" w16cid:durableId="1370690482">
    <w:abstractNumId w:val="2"/>
    <w:lvlOverride w:ilvl="0">
      <w:startOverride w:val="1"/>
    </w:lvlOverride>
  </w:num>
  <w:num w:numId="53" w16cid:durableId="1629749305">
    <w:abstractNumId w:val="2"/>
    <w:lvlOverride w:ilvl="0">
      <w:startOverride w:val="1"/>
    </w:lvlOverride>
  </w:num>
  <w:num w:numId="54" w16cid:durableId="2095320668">
    <w:abstractNumId w:val="2"/>
    <w:lvlOverride w:ilvl="0">
      <w:startOverride w:val="1"/>
    </w:lvlOverride>
  </w:num>
  <w:num w:numId="55" w16cid:durableId="1382948060">
    <w:abstractNumId w:val="2"/>
    <w:lvlOverride w:ilvl="0">
      <w:startOverride w:val="1"/>
    </w:lvlOverride>
  </w:num>
  <w:num w:numId="56" w16cid:durableId="1576940897">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2A87"/>
    <w:rsid w:val="00017F3C"/>
    <w:rsid w:val="00025F79"/>
    <w:rsid w:val="000309DC"/>
    <w:rsid w:val="00032D34"/>
    <w:rsid w:val="00041EC8"/>
    <w:rsid w:val="00042505"/>
    <w:rsid w:val="000506AF"/>
    <w:rsid w:val="00050DE9"/>
    <w:rsid w:val="000514D0"/>
    <w:rsid w:val="00054936"/>
    <w:rsid w:val="0006588D"/>
    <w:rsid w:val="00067A5E"/>
    <w:rsid w:val="00067F07"/>
    <w:rsid w:val="000719BB"/>
    <w:rsid w:val="00071A0E"/>
    <w:rsid w:val="00071E6C"/>
    <w:rsid w:val="00072A65"/>
    <w:rsid w:val="00072C1E"/>
    <w:rsid w:val="000854BE"/>
    <w:rsid w:val="000B15D3"/>
    <w:rsid w:val="000B2816"/>
    <w:rsid w:val="000B4EB8"/>
    <w:rsid w:val="000C40E5"/>
    <w:rsid w:val="000C41F2"/>
    <w:rsid w:val="000C4807"/>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3F78"/>
    <w:rsid w:val="001656A2"/>
    <w:rsid w:val="00167E02"/>
    <w:rsid w:val="00170EC5"/>
    <w:rsid w:val="00171CD2"/>
    <w:rsid w:val="0017220E"/>
    <w:rsid w:val="00172A44"/>
    <w:rsid w:val="001747C1"/>
    <w:rsid w:val="001748FA"/>
    <w:rsid w:val="0017695A"/>
    <w:rsid w:val="00177D6B"/>
    <w:rsid w:val="00181A46"/>
    <w:rsid w:val="00183A3F"/>
    <w:rsid w:val="00185FEC"/>
    <w:rsid w:val="00191449"/>
    <w:rsid w:val="00191F90"/>
    <w:rsid w:val="00194639"/>
    <w:rsid w:val="001A06CC"/>
    <w:rsid w:val="001B4678"/>
    <w:rsid w:val="001B4E74"/>
    <w:rsid w:val="001C1AAC"/>
    <w:rsid w:val="001C524E"/>
    <w:rsid w:val="001C645F"/>
    <w:rsid w:val="001D3D61"/>
    <w:rsid w:val="001E3C56"/>
    <w:rsid w:val="001E678E"/>
    <w:rsid w:val="001F20C0"/>
    <w:rsid w:val="001F34A6"/>
    <w:rsid w:val="001F46E5"/>
    <w:rsid w:val="00205545"/>
    <w:rsid w:val="002071BB"/>
    <w:rsid w:val="00207DF5"/>
    <w:rsid w:val="00215AF3"/>
    <w:rsid w:val="0023464E"/>
    <w:rsid w:val="00235D7C"/>
    <w:rsid w:val="00240B81"/>
    <w:rsid w:val="00244767"/>
    <w:rsid w:val="00245C9C"/>
    <w:rsid w:val="00247D01"/>
    <w:rsid w:val="0025170A"/>
    <w:rsid w:val="00252B62"/>
    <w:rsid w:val="00257246"/>
    <w:rsid w:val="00261A5B"/>
    <w:rsid w:val="00262343"/>
    <w:rsid w:val="00262E5B"/>
    <w:rsid w:val="002654D1"/>
    <w:rsid w:val="002654D9"/>
    <w:rsid w:val="00276AFE"/>
    <w:rsid w:val="0028337C"/>
    <w:rsid w:val="00292D90"/>
    <w:rsid w:val="00295BD1"/>
    <w:rsid w:val="00297B4E"/>
    <w:rsid w:val="002A3B57"/>
    <w:rsid w:val="002A60A2"/>
    <w:rsid w:val="002B06D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4191"/>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0D4A"/>
    <w:rsid w:val="003A1246"/>
    <w:rsid w:val="003A1F7A"/>
    <w:rsid w:val="003A62E2"/>
    <w:rsid w:val="003C33F2"/>
    <w:rsid w:val="003C5EBD"/>
    <w:rsid w:val="003D756E"/>
    <w:rsid w:val="003E420D"/>
    <w:rsid w:val="003E4C13"/>
    <w:rsid w:val="004001A6"/>
    <w:rsid w:val="00403788"/>
    <w:rsid w:val="004078F3"/>
    <w:rsid w:val="004153A3"/>
    <w:rsid w:val="004220DE"/>
    <w:rsid w:val="0042532F"/>
    <w:rsid w:val="00427794"/>
    <w:rsid w:val="00432CCA"/>
    <w:rsid w:val="004379C4"/>
    <w:rsid w:val="00441B4D"/>
    <w:rsid w:val="004456AB"/>
    <w:rsid w:val="00450F07"/>
    <w:rsid w:val="004525C2"/>
    <w:rsid w:val="00453CD3"/>
    <w:rsid w:val="00457A0F"/>
    <w:rsid w:val="00457E1E"/>
    <w:rsid w:val="00460660"/>
    <w:rsid w:val="00463825"/>
    <w:rsid w:val="00464BA9"/>
    <w:rsid w:val="00465C0C"/>
    <w:rsid w:val="00465F51"/>
    <w:rsid w:val="00471212"/>
    <w:rsid w:val="004718E5"/>
    <w:rsid w:val="0047485E"/>
    <w:rsid w:val="00483969"/>
    <w:rsid w:val="00486107"/>
    <w:rsid w:val="00486178"/>
    <w:rsid w:val="00487010"/>
    <w:rsid w:val="00491827"/>
    <w:rsid w:val="004A30AE"/>
    <w:rsid w:val="004C4399"/>
    <w:rsid w:val="004C4830"/>
    <w:rsid w:val="004C787C"/>
    <w:rsid w:val="004E0643"/>
    <w:rsid w:val="004E7A1F"/>
    <w:rsid w:val="004F4B9B"/>
    <w:rsid w:val="004F5923"/>
    <w:rsid w:val="00505A88"/>
    <w:rsid w:val="0050666E"/>
    <w:rsid w:val="00511AB9"/>
    <w:rsid w:val="00515B28"/>
    <w:rsid w:val="00523BB5"/>
    <w:rsid w:val="00523EA7"/>
    <w:rsid w:val="005269D4"/>
    <w:rsid w:val="005350DE"/>
    <w:rsid w:val="005406EB"/>
    <w:rsid w:val="005420DB"/>
    <w:rsid w:val="00553375"/>
    <w:rsid w:val="00555884"/>
    <w:rsid w:val="00565E22"/>
    <w:rsid w:val="00566539"/>
    <w:rsid w:val="005736B7"/>
    <w:rsid w:val="00574927"/>
    <w:rsid w:val="00575E5A"/>
    <w:rsid w:val="00580245"/>
    <w:rsid w:val="00582C15"/>
    <w:rsid w:val="005835D0"/>
    <w:rsid w:val="005841B5"/>
    <w:rsid w:val="0058473B"/>
    <w:rsid w:val="005932BD"/>
    <w:rsid w:val="005A04A5"/>
    <w:rsid w:val="005A1F44"/>
    <w:rsid w:val="005B65FC"/>
    <w:rsid w:val="005B7883"/>
    <w:rsid w:val="005B7C7D"/>
    <w:rsid w:val="005C0082"/>
    <w:rsid w:val="005C2FF4"/>
    <w:rsid w:val="005D168C"/>
    <w:rsid w:val="005D1779"/>
    <w:rsid w:val="005D1FC9"/>
    <w:rsid w:val="005D3C39"/>
    <w:rsid w:val="005E075A"/>
    <w:rsid w:val="005E7D97"/>
    <w:rsid w:val="005F3E29"/>
    <w:rsid w:val="005F4BFD"/>
    <w:rsid w:val="005F530D"/>
    <w:rsid w:val="00601A8C"/>
    <w:rsid w:val="00605DD8"/>
    <w:rsid w:val="0061012B"/>
    <w:rsid w:val="0061068E"/>
    <w:rsid w:val="006115D3"/>
    <w:rsid w:val="00616F3E"/>
    <w:rsid w:val="00622AD8"/>
    <w:rsid w:val="0063642B"/>
    <w:rsid w:val="00643B60"/>
    <w:rsid w:val="00647AC6"/>
    <w:rsid w:val="0065610E"/>
    <w:rsid w:val="00656725"/>
    <w:rsid w:val="006575AF"/>
    <w:rsid w:val="00660AD3"/>
    <w:rsid w:val="00664E1A"/>
    <w:rsid w:val="00671A0C"/>
    <w:rsid w:val="00673405"/>
    <w:rsid w:val="00673932"/>
    <w:rsid w:val="006776B6"/>
    <w:rsid w:val="00680727"/>
    <w:rsid w:val="006827EE"/>
    <w:rsid w:val="00693150"/>
    <w:rsid w:val="006A2EB6"/>
    <w:rsid w:val="006A5570"/>
    <w:rsid w:val="006A6355"/>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CA0"/>
    <w:rsid w:val="00807DD0"/>
    <w:rsid w:val="00811ABB"/>
    <w:rsid w:val="008123B6"/>
    <w:rsid w:val="00813245"/>
    <w:rsid w:val="00815324"/>
    <w:rsid w:val="00817C37"/>
    <w:rsid w:val="00821D01"/>
    <w:rsid w:val="00821F3A"/>
    <w:rsid w:val="00826B7B"/>
    <w:rsid w:val="008270A8"/>
    <w:rsid w:val="0083024A"/>
    <w:rsid w:val="00831DC4"/>
    <w:rsid w:val="00831EF1"/>
    <w:rsid w:val="00837C92"/>
    <w:rsid w:val="00846789"/>
    <w:rsid w:val="00847C74"/>
    <w:rsid w:val="008602BD"/>
    <w:rsid w:val="008630F3"/>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EFE"/>
    <w:rsid w:val="008D03B9"/>
    <w:rsid w:val="008D0BE3"/>
    <w:rsid w:val="008D10F5"/>
    <w:rsid w:val="008D30C7"/>
    <w:rsid w:val="008D4C63"/>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66DE"/>
    <w:rsid w:val="009D75A4"/>
    <w:rsid w:val="009E04DB"/>
    <w:rsid w:val="009E07F4"/>
    <w:rsid w:val="009E4009"/>
    <w:rsid w:val="009E6B6D"/>
    <w:rsid w:val="009F0867"/>
    <w:rsid w:val="009F0BC6"/>
    <w:rsid w:val="009F309B"/>
    <w:rsid w:val="009F392E"/>
    <w:rsid w:val="009F53C5"/>
    <w:rsid w:val="00A018CF"/>
    <w:rsid w:val="00A03A50"/>
    <w:rsid w:val="00A054A8"/>
    <w:rsid w:val="00A0740E"/>
    <w:rsid w:val="00A318A8"/>
    <w:rsid w:val="00A46260"/>
    <w:rsid w:val="00A50641"/>
    <w:rsid w:val="00A530BF"/>
    <w:rsid w:val="00A6177B"/>
    <w:rsid w:val="00A62627"/>
    <w:rsid w:val="00A66136"/>
    <w:rsid w:val="00A71189"/>
    <w:rsid w:val="00A7364A"/>
    <w:rsid w:val="00A74DCC"/>
    <w:rsid w:val="00A753ED"/>
    <w:rsid w:val="00A77512"/>
    <w:rsid w:val="00A84A1D"/>
    <w:rsid w:val="00A90530"/>
    <w:rsid w:val="00A94C2F"/>
    <w:rsid w:val="00AA0FE1"/>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66648"/>
    <w:rsid w:val="00B67332"/>
    <w:rsid w:val="00B735F1"/>
    <w:rsid w:val="00B75EE1"/>
    <w:rsid w:val="00B77481"/>
    <w:rsid w:val="00B8518B"/>
    <w:rsid w:val="00B93136"/>
    <w:rsid w:val="00B97CC3"/>
    <w:rsid w:val="00BA0EBA"/>
    <w:rsid w:val="00BC05F2"/>
    <w:rsid w:val="00BC06C4"/>
    <w:rsid w:val="00BD7E91"/>
    <w:rsid w:val="00BD7F0D"/>
    <w:rsid w:val="00BE6657"/>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4271"/>
    <w:rsid w:val="00C659E8"/>
    <w:rsid w:val="00C708EA"/>
    <w:rsid w:val="00C732F0"/>
    <w:rsid w:val="00C778A5"/>
    <w:rsid w:val="00C8140E"/>
    <w:rsid w:val="00C83DCC"/>
    <w:rsid w:val="00C87FFB"/>
    <w:rsid w:val="00C9337E"/>
    <w:rsid w:val="00C9345B"/>
    <w:rsid w:val="00C95162"/>
    <w:rsid w:val="00C96E7C"/>
    <w:rsid w:val="00CA34D1"/>
    <w:rsid w:val="00CA4082"/>
    <w:rsid w:val="00CA5A14"/>
    <w:rsid w:val="00CB6A37"/>
    <w:rsid w:val="00CB7684"/>
    <w:rsid w:val="00CC7C8F"/>
    <w:rsid w:val="00CD1FC4"/>
    <w:rsid w:val="00CD7066"/>
    <w:rsid w:val="00CD77AA"/>
    <w:rsid w:val="00CE2078"/>
    <w:rsid w:val="00CE3A81"/>
    <w:rsid w:val="00CF1410"/>
    <w:rsid w:val="00CF15EB"/>
    <w:rsid w:val="00CF2351"/>
    <w:rsid w:val="00D034A0"/>
    <w:rsid w:val="00D03901"/>
    <w:rsid w:val="00D05FFD"/>
    <w:rsid w:val="00D11354"/>
    <w:rsid w:val="00D136A2"/>
    <w:rsid w:val="00D21061"/>
    <w:rsid w:val="00D246FC"/>
    <w:rsid w:val="00D30D72"/>
    <w:rsid w:val="00D32A11"/>
    <w:rsid w:val="00D32BA0"/>
    <w:rsid w:val="00D34790"/>
    <w:rsid w:val="00D36EA0"/>
    <w:rsid w:val="00D4108E"/>
    <w:rsid w:val="00D435C3"/>
    <w:rsid w:val="00D51B47"/>
    <w:rsid w:val="00D6163D"/>
    <w:rsid w:val="00D76143"/>
    <w:rsid w:val="00D831A3"/>
    <w:rsid w:val="00D945EA"/>
    <w:rsid w:val="00D97BE3"/>
    <w:rsid w:val="00DA1659"/>
    <w:rsid w:val="00DA3711"/>
    <w:rsid w:val="00DA55E3"/>
    <w:rsid w:val="00DB47DA"/>
    <w:rsid w:val="00DB4DF1"/>
    <w:rsid w:val="00DB571C"/>
    <w:rsid w:val="00DC620E"/>
    <w:rsid w:val="00DD46F3"/>
    <w:rsid w:val="00DE56F2"/>
    <w:rsid w:val="00DF116D"/>
    <w:rsid w:val="00DF14DB"/>
    <w:rsid w:val="00E0181B"/>
    <w:rsid w:val="00E03B44"/>
    <w:rsid w:val="00E06EDE"/>
    <w:rsid w:val="00E16FF7"/>
    <w:rsid w:val="00E26D68"/>
    <w:rsid w:val="00E33F32"/>
    <w:rsid w:val="00E37BAF"/>
    <w:rsid w:val="00E416CF"/>
    <w:rsid w:val="00E41EEA"/>
    <w:rsid w:val="00E43960"/>
    <w:rsid w:val="00E44045"/>
    <w:rsid w:val="00E46253"/>
    <w:rsid w:val="00E618C4"/>
    <w:rsid w:val="00E634B0"/>
    <w:rsid w:val="00E71E40"/>
    <w:rsid w:val="00E72324"/>
    <w:rsid w:val="00E878EE"/>
    <w:rsid w:val="00EA61D3"/>
    <w:rsid w:val="00EA6EC7"/>
    <w:rsid w:val="00EB104F"/>
    <w:rsid w:val="00EB46E5"/>
    <w:rsid w:val="00EC11FF"/>
    <w:rsid w:val="00EC1B78"/>
    <w:rsid w:val="00EC63FF"/>
    <w:rsid w:val="00EC6C56"/>
    <w:rsid w:val="00ED14BD"/>
    <w:rsid w:val="00EE2120"/>
    <w:rsid w:val="00EF3412"/>
    <w:rsid w:val="00EF402D"/>
    <w:rsid w:val="00EF521A"/>
    <w:rsid w:val="00EF5716"/>
    <w:rsid w:val="00EF7459"/>
    <w:rsid w:val="00F016C7"/>
    <w:rsid w:val="00F12DEC"/>
    <w:rsid w:val="00F1715C"/>
    <w:rsid w:val="00F220AB"/>
    <w:rsid w:val="00F310F8"/>
    <w:rsid w:val="00F34DA1"/>
    <w:rsid w:val="00F35939"/>
    <w:rsid w:val="00F45607"/>
    <w:rsid w:val="00F4722B"/>
    <w:rsid w:val="00F54432"/>
    <w:rsid w:val="00F5625B"/>
    <w:rsid w:val="00F57299"/>
    <w:rsid w:val="00F659EB"/>
    <w:rsid w:val="00F70EBE"/>
    <w:rsid w:val="00F758FA"/>
    <w:rsid w:val="00F772A9"/>
    <w:rsid w:val="00F772C6"/>
    <w:rsid w:val="00F86942"/>
    <w:rsid w:val="00F86BA6"/>
    <w:rsid w:val="00F912DC"/>
    <w:rsid w:val="00F93347"/>
    <w:rsid w:val="00F95772"/>
    <w:rsid w:val="00F95B83"/>
    <w:rsid w:val="00FA001F"/>
    <w:rsid w:val="00FA45C8"/>
    <w:rsid w:val="00FB4424"/>
    <w:rsid w:val="00FB6342"/>
    <w:rsid w:val="00FC6389"/>
    <w:rsid w:val="00FD17AF"/>
    <w:rsid w:val="00FE06B6"/>
    <w:rsid w:val="00FE1DA9"/>
    <w:rsid w:val="00FE6AEC"/>
    <w:rsid w:val="00FE7ED1"/>
    <w:rsid w:val="00FF1220"/>
    <w:rsid w:val="00FF573B"/>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 w:type="paragraph" w:customStyle="1" w:styleId="Tabulka-7">
    <w:name w:val="_Tabulka-7"/>
    <w:basedOn w:val="Normln"/>
    <w:qFormat/>
    <w:rsid w:val="00847C74"/>
    <w:pPr>
      <w:spacing w:before="20" w:after="20" w:line="240" w:lineRule="auto"/>
    </w:pPr>
    <w:rPr>
      <w:rFonts w:ascii="Verdana" w:hAnsi="Verdana"/>
      <w:sz w:val="14"/>
    </w:rPr>
  </w:style>
  <w:style w:type="paragraph" w:customStyle="1" w:styleId="PNTextbezodsazmezer">
    <w:name w:val="_PN_Text_bez_odsaz+mezer"/>
    <w:basedOn w:val="PNTextzkladn"/>
    <w:qFormat/>
    <w:rsid w:val="009E4009"/>
    <w:pPr>
      <w:spacing w:after="0"/>
    </w:pPr>
  </w:style>
  <w:style w:type="table" w:customStyle="1" w:styleId="Tabulka11">
    <w:name w:val="_Tabulka_11"/>
    <w:basedOn w:val="Mkatabulky"/>
    <w:uiPriority w:val="99"/>
    <w:rsid w:val="00B735F1"/>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stakM@spravazeleznic.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chejbalova@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yperlink" Target="mailto:majornik@spravazeleznic.cz"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stakM@spravazeleznic.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32199"/>
    <w:rsid w:val="00150E54"/>
    <w:rsid w:val="00155B79"/>
    <w:rsid w:val="00163F78"/>
    <w:rsid w:val="001C31D8"/>
    <w:rsid w:val="001F2DA6"/>
    <w:rsid w:val="00244589"/>
    <w:rsid w:val="00292D90"/>
    <w:rsid w:val="002B0162"/>
    <w:rsid w:val="002B5AF1"/>
    <w:rsid w:val="002C660C"/>
    <w:rsid w:val="003521B0"/>
    <w:rsid w:val="00381DC2"/>
    <w:rsid w:val="00385034"/>
    <w:rsid w:val="00386457"/>
    <w:rsid w:val="003B7884"/>
    <w:rsid w:val="003E0351"/>
    <w:rsid w:val="00403A33"/>
    <w:rsid w:val="00435807"/>
    <w:rsid w:val="0043688D"/>
    <w:rsid w:val="004379C4"/>
    <w:rsid w:val="00490071"/>
    <w:rsid w:val="004A262A"/>
    <w:rsid w:val="004E2DA3"/>
    <w:rsid w:val="004E4EFA"/>
    <w:rsid w:val="004F0227"/>
    <w:rsid w:val="005068A7"/>
    <w:rsid w:val="00507591"/>
    <w:rsid w:val="00524211"/>
    <w:rsid w:val="005A04A5"/>
    <w:rsid w:val="005E70DB"/>
    <w:rsid w:val="0060601F"/>
    <w:rsid w:val="006341CF"/>
    <w:rsid w:val="006A67FF"/>
    <w:rsid w:val="006C4176"/>
    <w:rsid w:val="006F5459"/>
    <w:rsid w:val="007015D1"/>
    <w:rsid w:val="00726B85"/>
    <w:rsid w:val="00750732"/>
    <w:rsid w:val="00773106"/>
    <w:rsid w:val="0077390E"/>
    <w:rsid w:val="007758DB"/>
    <w:rsid w:val="007A0A06"/>
    <w:rsid w:val="007D0BE3"/>
    <w:rsid w:val="00802EFB"/>
    <w:rsid w:val="00891D55"/>
    <w:rsid w:val="00893F95"/>
    <w:rsid w:val="008A3E2F"/>
    <w:rsid w:val="00936721"/>
    <w:rsid w:val="00961D69"/>
    <w:rsid w:val="00985FEA"/>
    <w:rsid w:val="00992E48"/>
    <w:rsid w:val="009C6045"/>
    <w:rsid w:val="009E6938"/>
    <w:rsid w:val="009E6B6D"/>
    <w:rsid w:val="009E73AC"/>
    <w:rsid w:val="00A363DE"/>
    <w:rsid w:val="00A607EB"/>
    <w:rsid w:val="00AC2CA8"/>
    <w:rsid w:val="00B66648"/>
    <w:rsid w:val="00BB192B"/>
    <w:rsid w:val="00BC4068"/>
    <w:rsid w:val="00C1680D"/>
    <w:rsid w:val="00C60C5E"/>
    <w:rsid w:val="00C62523"/>
    <w:rsid w:val="00CA34D1"/>
    <w:rsid w:val="00CB6126"/>
    <w:rsid w:val="00CF29AD"/>
    <w:rsid w:val="00D04F40"/>
    <w:rsid w:val="00D30870"/>
    <w:rsid w:val="00D35307"/>
    <w:rsid w:val="00D93F65"/>
    <w:rsid w:val="00DD3738"/>
    <w:rsid w:val="00E0181B"/>
    <w:rsid w:val="00E15339"/>
    <w:rsid w:val="00EF5B82"/>
    <w:rsid w:val="00F162F5"/>
    <w:rsid w:val="00F4732C"/>
    <w:rsid w:val="00F70E92"/>
    <w:rsid w:val="00F93AD9"/>
    <w:rsid w:val="00FD2437"/>
    <w:rsid w:val="00FF57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28564C9-83D1-4C2F-8EF9-D9D829BABB50}">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VTP_nové_logo-5</Template>
  <TotalTime>56</TotalTime>
  <Pages>15</Pages>
  <Words>6017</Words>
  <Characters>35505</Characters>
  <Application>Microsoft Office Word</Application>
  <DocSecurity>0</DocSecurity>
  <Lines>295</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6</cp:revision>
  <cp:lastPrinted>2019-07-24T06:01:00Z</cp:lastPrinted>
  <dcterms:created xsi:type="dcterms:W3CDTF">2025-05-16T10:36:00Z</dcterms:created>
  <dcterms:modified xsi:type="dcterms:W3CDTF">2025-05-16T11:37:00Z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